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757AC7" w:rsidRPr="00B0544D" w14:paraId="4F9788A2" w14:textId="77777777" w:rsidTr="00FD02BC">
        <w:tc>
          <w:tcPr>
            <w:tcW w:w="1311" w:type="dxa"/>
          </w:tcPr>
          <w:p w14:paraId="4895C708" w14:textId="77777777" w:rsidR="00757AC7" w:rsidRPr="002110A2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2110A2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086" w:type="dxa"/>
          </w:tcPr>
          <w:p w14:paraId="350153C6" w14:textId="77777777" w:rsidR="00757AC7" w:rsidRPr="002110A2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0EF7B2EB" w14:textId="77777777" w:rsidR="00757AC7" w:rsidRPr="002110A2" w:rsidRDefault="00757AC7" w:rsidP="00F267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2110A2" w:rsidRPr="00B0544D" w14:paraId="0F32CC7D" w14:textId="77777777" w:rsidTr="00FD02BC">
        <w:tc>
          <w:tcPr>
            <w:tcW w:w="1311" w:type="dxa"/>
          </w:tcPr>
          <w:p w14:paraId="03618F97" w14:textId="77777777" w:rsidR="002110A2" w:rsidRPr="002110A2" w:rsidRDefault="002110A2" w:rsidP="002110A2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110A2">
              <w:rPr>
                <w:rFonts w:ascii="Poppins" w:hAnsi="Poppins" w:cs="Poppins"/>
              </w:rPr>
              <w:t>52000380</w:t>
            </w:r>
          </w:p>
        </w:tc>
        <w:tc>
          <w:tcPr>
            <w:tcW w:w="2086" w:type="dxa"/>
          </w:tcPr>
          <w:p w14:paraId="50CE3413" w14:textId="711341B0" w:rsidR="002110A2" w:rsidRPr="002110A2" w:rsidRDefault="002110A2" w:rsidP="002110A2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110A2">
              <w:rPr>
                <w:rFonts w:ascii="Poppins" w:hAnsi="Poppins" w:cs="Poppins"/>
              </w:rPr>
              <w:t xml:space="preserve">Scaldasalviette elettrico, dritto, in acciaio, Canaletto E 400 W con </w:t>
            </w:r>
            <w:r w:rsidR="00F26717">
              <w:rPr>
                <w:rFonts w:ascii="Poppins" w:hAnsi="Poppins" w:cs="Poppins"/>
              </w:rPr>
              <w:t>cronotermostato settimanale</w:t>
            </w:r>
            <w:r w:rsidRPr="002110A2">
              <w:rPr>
                <w:rFonts w:ascii="Poppins" w:hAnsi="Poppins" w:cs="Poppins"/>
              </w:rPr>
              <w:t xml:space="preserve"> incorporato,</w:t>
            </w:r>
          </w:p>
          <w:p w14:paraId="11B09ACA" w14:textId="77777777" w:rsidR="002110A2" w:rsidRPr="002110A2" w:rsidRDefault="002110A2" w:rsidP="002110A2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110A2">
              <w:rPr>
                <w:rFonts w:ascii="Poppins" w:hAnsi="Poppins" w:cs="Poppins"/>
              </w:rPr>
              <w:t>colore bianco,</w:t>
            </w:r>
          </w:p>
          <w:p w14:paraId="3F2F01B6" w14:textId="77777777" w:rsidR="002110A2" w:rsidRPr="002110A2" w:rsidRDefault="002110A2" w:rsidP="002110A2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110A2">
              <w:rPr>
                <w:rFonts w:ascii="Poppins" w:hAnsi="Poppins" w:cs="Poppins"/>
              </w:rPr>
              <w:t xml:space="preserve"> 770-600</w:t>
            </w:r>
          </w:p>
        </w:tc>
        <w:tc>
          <w:tcPr>
            <w:tcW w:w="6101" w:type="dxa"/>
          </w:tcPr>
          <w:p w14:paraId="09618427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Scaldasalviette elettrico con tubi orizzontali diritti a sezione circolare.</w:t>
            </w:r>
          </w:p>
          <w:p w14:paraId="7D178842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 xml:space="preserve">Costruzione in acciaio saldobrasato e verniciato a polveri, colore bianco RAL 9016. </w:t>
            </w:r>
          </w:p>
          <w:p w14:paraId="0AD33FBF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Tubi orizzontali:</w:t>
            </w:r>
            <w:r w:rsidRPr="002110A2">
              <w:rPr>
                <w:rFonts w:ascii="Poppins" w:hAnsi="Poppins" w:cs="Poppins"/>
                <w:sz w:val="20"/>
                <w:shd w:val="clear" w:color="auto" w:fill="FFFFFF"/>
              </w:rPr>
              <w:t xml:space="preserve"> Ø 22 mm</w:t>
            </w:r>
          </w:p>
          <w:p w14:paraId="654127ED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Tubi verticali: profilo a D, 40 x 30 mm</w:t>
            </w:r>
          </w:p>
          <w:p w14:paraId="0FA58904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Elemento riscaldante: resistenza elettrica a cartuccia</w:t>
            </w:r>
          </w:p>
          <w:p w14:paraId="5C8610BB" w14:textId="7D3B91CC" w:rsidR="002110A2" w:rsidRPr="002110A2" w:rsidRDefault="00F26717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</w:t>
            </w:r>
            <w:r w:rsidRPr="00F26717">
              <w:rPr>
                <w:rFonts w:ascii="Poppins" w:hAnsi="Poppins" w:cs="Poppins"/>
                <w:sz w:val="20"/>
              </w:rPr>
              <w:t>ronotermostato settimanale</w:t>
            </w:r>
            <w:r w:rsidR="002110A2" w:rsidRPr="002110A2">
              <w:rPr>
                <w:rFonts w:ascii="Poppins" w:hAnsi="Poppins" w:cs="Poppins"/>
                <w:sz w:val="20"/>
              </w:rPr>
              <w:t xml:space="preserve"> incorporato, con tasti e display, per accensione e spegnimento e l’impostazione della temperatura ambiente e delle modalità di funzionamento: Comfort, Eco, Antigelo e rilevamento Finestra Aperta.</w:t>
            </w:r>
          </w:p>
          <w:p w14:paraId="1E3CAB34" w14:textId="77777777" w:rsid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Fornito completo di kit di fissaggio a muro e spina Schuko.</w:t>
            </w:r>
          </w:p>
          <w:p w14:paraId="12F2B55A" w14:textId="77777777" w:rsidR="00BB7A1E" w:rsidRPr="002110A2" w:rsidRDefault="00BB7A1E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1880B87E" w14:textId="3F20A212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2110A2">
              <w:rPr>
                <w:rFonts w:ascii="Poppins" w:hAnsi="Poppins" w:cs="Poppins"/>
                <w:b/>
                <w:sz w:val="20"/>
              </w:rPr>
              <w:t>Dati tecnici</w:t>
            </w:r>
            <w:r w:rsidR="00BB7A1E">
              <w:rPr>
                <w:rFonts w:ascii="Poppins" w:hAnsi="Poppins" w:cs="Poppins"/>
                <w:b/>
                <w:sz w:val="20"/>
              </w:rPr>
              <w:t>:</w:t>
            </w:r>
          </w:p>
          <w:p w14:paraId="1D328202" w14:textId="2FDC427F" w:rsidR="002110A2" w:rsidRPr="00BB7A1E" w:rsidRDefault="002110A2" w:rsidP="00F26717">
            <w:pPr>
              <w:pStyle w:val="Paragrafoelenco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Liquido termovettore: glicole propilenico</w:t>
            </w:r>
          </w:p>
          <w:p w14:paraId="35B23E19" w14:textId="77777777" w:rsidR="002110A2" w:rsidRPr="00BB7A1E" w:rsidRDefault="002110A2" w:rsidP="00F26717">
            <w:pPr>
              <w:pStyle w:val="Paragrafoelenco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Alimentazione elettrica: 230 Vac/ 50 Hz</w:t>
            </w:r>
          </w:p>
          <w:p w14:paraId="120527D7" w14:textId="77777777" w:rsidR="002110A2" w:rsidRPr="00BB7A1E" w:rsidRDefault="002110A2" w:rsidP="00F26717">
            <w:pPr>
              <w:pStyle w:val="Paragrafoelenco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Classe di isolamento elettrico I; IP44</w:t>
            </w:r>
          </w:p>
          <w:p w14:paraId="6AD62604" w14:textId="77777777" w:rsidR="002110A2" w:rsidRPr="00BB7A1E" w:rsidRDefault="002110A2" w:rsidP="00F26717">
            <w:pPr>
              <w:pStyle w:val="Paragrafoelenco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Lunghezza cavo: 1200 mm</w:t>
            </w:r>
          </w:p>
          <w:p w14:paraId="347D4929" w14:textId="77777777" w:rsidR="002110A2" w:rsidRPr="00BB7A1E" w:rsidRDefault="002110A2" w:rsidP="00F26717">
            <w:pPr>
              <w:pStyle w:val="Paragrafoelenco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Potenza elettrica nominale: 400 W (+5/10%)</w:t>
            </w:r>
          </w:p>
          <w:p w14:paraId="456C7E57" w14:textId="77777777" w:rsidR="002110A2" w:rsidRPr="00BB7A1E" w:rsidRDefault="002110A2" w:rsidP="00F26717">
            <w:pPr>
              <w:pStyle w:val="Paragrafoelenco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Dimensioni (LxHxP) 600x7700x30 mm</w:t>
            </w:r>
          </w:p>
          <w:p w14:paraId="6E379E47" w14:textId="77777777" w:rsidR="002110A2" w:rsidRPr="00BB7A1E" w:rsidRDefault="002110A2" w:rsidP="00F26717">
            <w:pPr>
              <w:pStyle w:val="Paragrafoelenco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Peso: 10,11 kg</w:t>
            </w:r>
          </w:p>
          <w:p w14:paraId="66BFFF5A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6EB41FBF" w14:textId="7AB85384" w:rsidR="002110A2" w:rsidRPr="002110A2" w:rsidRDefault="002110A2" w:rsidP="00F2671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2110A2">
              <w:rPr>
                <w:rFonts w:ascii="Poppins" w:hAnsi="Poppins" w:cs="Poppins"/>
                <w:b/>
              </w:rPr>
              <w:t xml:space="preserve">Marca </w:t>
            </w:r>
            <w:r w:rsidR="00BB7A1E">
              <w:rPr>
                <w:rFonts w:ascii="Poppins" w:hAnsi="Poppins" w:cs="Poppins"/>
                <w:b/>
              </w:rPr>
              <w:t>Emmeti</w:t>
            </w:r>
            <w:r w:rsidRPr="002110A2">
              <w:rPr>
                <w:rFonts w:ascii="Poppins" w:hAnsi="Poppins" w:cs="Poppins"/>
                <w:b/>
              </w:rPr>
              <w:t xml:space="preserve"> – Modello Scaldasalviette elettrico, dritto, in acciaio, Canaletto E 400 W, con </w:t>
            </w:r>
            <w:r w:rsidR="00F26717" w:rsidRPr="00F26717">
              <w:rPr>
                <w:rFonts w:ascii="Poppins" w:hAnsi="Poppins" w:cs="Poppins"/>
                <w:b/>
              </w:rPr>
              <w:t>cronotermostato settimanale</w:t>
            </w:r>
            <w:r w:rsidRPr="002110A2">
              <w:rPr>
                <w:rFonts w:ascii="Poppins" w:hAnsi="Poppins" w:cs="Poppins"/>
                <w:b/>
              </w:rPr>
              <w:t xml:space="preserve"> incorporato, colore bianco, 770-600 o equivalente</w:t>
            </w:r>
            <w:r w:rsidR="00BB7A1E">
              <w:rPr>
                <w:rFonts w:ascii="Poppins" w:hAnsi="Poppins" w:cs="Poppins"/>
                <w:b/>
              </w:rPr>
              <w:t>.</w:t>
            </w:r>
          </w:p>
        </w:tc>
      </w:tr>
      <w:tr w:rsidR="002110A2" w:rsidRPr="00B0544D" w14:paraId="002ED344" w14:textId="77777777" w:rsidTr="00840558">
        <w:tc>
          <w:tcPr>
            <w:tcW w:w="1311" w:type="dxa"/>
          </w:tcPr>
          <w:p w14:paraId="2ADB92AE" w14:textId="77777777" w:rsidR="002110A2" w:rsidRPr="002110A2" w:rsidRDefault="002110A2" w:rsidP="002110A2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110A2">
              <w:rPr>
                <w:rFonts w:ascii="Poppins" w:hAnsi="Poppins" w:cs="Poppins"/>
              </w:rPr>
              <w:t>52000382</w:t>
            </w:r>
          </w:p>
        </w:tc>
        <w:tc>
          <w:tcPr>
            <w:tcW w:w="2086" w:type="dxa"/>
          </w:tcPr>
          <w:p w14:paraId="6CB634BB" w14:textId="5947EC1E" w:rsidR="002110A2" w:rsidRPr="002110A2" w:rsidRDefault="002110A2" w:rsidP="002110A2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110A2">
              <w:rPr>
                <w:rFonts w:ascii="Poppins" w:hAnsi="Poppins" w:cs="Poppins"/>
              </w:rPr>
              <w:t xml:space="preserve">Scaldasalviette elettrico, dritto, in acciaio, Canaletto E 500 W con </w:t>
            </w:r>
            <w:r w:rsidR="00F26717" w:rsidRPr="00F26717">
              <w:rPr>
                <w:rFonts w:ascii="Poppins" w:hAnsi="Poppins" w:cs="Poppins"/>
              </w:rPr>
              <w:t>cronotermostato settimanale</w:t>
            </w:r>
            <w:r w:rsidRPr="002110A2">
              <w:rPr>
                <w:rFonts w:ascii="Poppins" w:hAnsi="Poppins" w:cs="Poppins"/>
              </w:rPr>
              <w:t xml:space="preserve"> incorporato,</w:t>
            </w:r>
            <w:r w:rsidR="00AC3F39">
              <w:rPr>
                <w:rFonts w:ascii="Poppins" w:hAnsi="Poppins" w:cs="Poppins"/>
              </w:rPr>
              <w:t xml:space="preserve"> </w:t>
            </w:r>
            <w:r w:rsidRPr="002110A2">
              <w:rPr>
                <w:rFonts w:ascii="Poppins" w:hAnsi="Poppins" w:cs="Poppins"/>
              </w:rPr>
              <w:t>colore bianco,</w:t>
            </w:r>
          </w:p>
          <w:p w14:paraId="2511DF20" w14:textId="77777777" w:rsidR="002110A2" w:rsidRPr="002110A2" w:rsidRDefault="002110A2" w:rsidP="002110A2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110A2">
              <w:rPr>
                <w:rFonts w:ascii="Poppins" w:hAnsi="Poppins" w:cs="Poppins"/>
              </w:rPr>
              <w:t>1150-500</w:t>
            </w:r>
          </w:p>
        </w:tc>
        <w:tc>
          <w:tcPr>
            <w:tcW w:w="6101" w:type="dxa"/>
          </w:tcPr>
          <w:p w14:paraId="39A98566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Scaldasalviette elettrico con tubi orizzontali diritti a sezione circolare.</w:t>
            </w:r>
          </w:p>
          <w:p w14:paraId="376F6B6D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 xml:space="preserve">Costruzione in acciaio saldobrasato e verniciato a polveri, colore bianco RAL 9016. </w:t>
            </w:r>
          </w:p>
          <w:p w14:paraId="4879187A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Tubi orizzontale:</w:t>
            </w:r>
            <w:r w:rsidRPr="002110A2">
              <w:rPr>
                <w:rFonts w:ascii="Poppins" w:hAnsi="Poppins" w:cs="Poppins"/>
                <w:sz w:val="20"/>
                <w:shd w:val="clear" w:color="auto" w:fill="FFFFFF"/>
              </w:rPr>
              <w:t xml:space="preserve"> Ø 22 mm</w:t>
            </w:r>
          </w:p>
          <w:p w14:paraId="68ACDF07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Tubi verticale: profilo a D, 40 x 30 mm</w:t>
            </w:r>
          </w:p>
          <w:p w14:paraId="4AF50029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Elemento riscaldante: resistenza elettrica a cartuccia</w:t>
            </w:r>
          </w:p>
          <w:p w14:paraId="3413FEF6" w14:textId="025F3542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C</w:t>
            </w:r>
            <w:r w:rsidR="00F26717" w:rsidRPr="00F26717">
              <w:rPr>
                <w:rFonts w:ascii="Poppins" w:hAnsi="Poppins" w:cs="Poppins"/>
                <w:sz w:val="20"/>
              </w:rPr>
              <w:t>ronotermostato settimanale</w:t>
            </w:r>
            <w:r w:rsidRPr="002110A2">
              <w:rPr>
                <w:rFonts w:ascii="Poppins" w:hAnsi="Poppins" w:cs="Poppins"/>
                <w:sz w:val="20"/>
              </w:rPr>
              <w:t xml:space="preserve"> incorporato, con tasti e display, per accensione e spegnimento e l’impostazione della temperatura ambiente e delle modalità di funzionamento: Comfort, Eco, Antigelo e rilevamento Finestra Aperta.</w:t>
            </w:r>
          </w:p>
          <w:p w14:paraId="7E28E394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Fornito completo di kit di fissaggio a muro e spina Schuko.</w:t>
            </w:r>
          </w:p>
          <w:p w14:paraId="0D0934D6" w14:textId="77777777" w:rsidR="00BB7A1E" w:rsidRDefault="00BB7A1E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01AF9829" w14:textId="45BF101C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2110A2">
              <w:rPr>
                <w:rFonts w:ascii="Poppins" w:hAnsi="Poppins" w:cs="Poppins"/>
                <w:b/>
                <w:sz w:val="20"/>
              </w:rPr>
              <w:t>Dati tecnici</w:t>
            </w:r>
            <w:r w:rsidR="00BB7A1E">
              <w:rPr>
                <w:rFonts w:ascii="Poppins" w:hAnsi="Poppins" w:cs="Poppins"/>
                <w:b/>
                <w:sz w:val="20"/>
              </w:rPr>
              <w:t>:</w:t>
            </w:r>
          </w:p>
          <w:p w14:paraId="486D05E1" w14:textId="77777777" w:rsidR="002110A2" w:rsidRPr="00BB7A1E" w:rsidRDefault="002110A2" w:rsidP="00F26717">
            <w:pPr>
              <w:pStyle w:val="Paragrafoelenco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Alimentazione elettrica: 230 Vac/ 50 Hz</w:t>
            </w:r>
          </w:p>
          <w:p w14:paraId="1987704B" w14:textId="77777777" w:rsidR="002110A2" w:rsidRPr="00BB7A1E" w:rsidRDefault="002110A2" w:rsidP="00F26717">
            <w:pPr>
              <w:pStyle w:val="Paragrafoelenco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Classe di isolamento elettrico I; IP44</w:t>
            </w:r>
          </w:p>
          <w:p w14:paraId="7BEBB8C5" w14:textId="77777777" w:rsidR="002110A2" w:rsidRPr="00BB7A1E" w:rsidRDefault="002110A2" w:rsidP="00F26717">
            <w:pPr>
              <w:pStyle w:val="Paragrafoelenco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Lunghezza cavo: 1200 mm</w:t>
            </w:r>
          </w:p>
          <w:p w14:paraId="1D1C615E" w14:textId="77777777" w:rsidR="002110A2" w:rsidRPr="00BB7A1E" w:rsidRDefault="002110A2" w:rsidP="00F26717">
            <w:pPr>
              <w:pStyle w:val="Paragrafoelenco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Potenza elettrica nominale: 500 W (+5/10%)</w:t>
            </w:r>
          </w:p>
          <w:p w14:paraId="64D01A1B" w14:textId="77777777" w:rsidR="002110A2" w:rsidRPr="00BB7A1E" w:rsidRDefault="002110A2" w:rsidP="00F26717">
            <w:pPr>
              <w:pStyle w:val="Paragrafoelenco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Dimensioni (LxHxP) 600x7700x30 mm</w:t>
            </w:r>
          </w:p>
          <w:p w14:paraId="1E86582D" w14:textId="77777777" w:rsidR="002110A2" w:rsidRPr="00BB7A1E" w:rsidRDefault="002110A2" w:rsidP="00F26717">
            <w:pPr>
              <w:pStyle w:val="Paragrafoelenco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Peso: 13,82 kg</w:t>
            </w:r>
          </w:p>
          <w:p w14:paraId="22F16C13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22CBD172" w14:textId="49897281" w:rsidR="002110A2" w:rsidRPr="002110A2" w:rsidRDefault="002110A2" w:rsidP="00F2671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2110A2">
              <w:rPr>
                <w:rFonts w:ascii="Poppins" w:hAnsi="Poppins" w:cs="Poppins"/>
                <w:b/>
              </w:rPr>
              <w:t xml:space="preserve">Marca </w:t>
            </w:r>
            <w:r w:rsidR="00BB7A1E">
              <w:rPr>
                <w:rFonts w:ascii="Poppins" w:hAnsi="Poppins" w:cs="Poppins"/>
                <w:b/>
              </w:rPr>
              <w:t>Emmeti</w:t>
            </w:r>
            <w:r w:rsidRPr="002110A2">
              <w:rPr>
                <w:rFonts w:ascii="Poppins" w:hAnsi="Poppins" w:cs="Poppins"/>
                <w:b/>
              </w:rPr>
              <w:t xml:space="preserve"> – Modello Scaldasalviette elettrico, dritto, in acciaio, Canaletto E 500 W, con </w:t>
            </w:r>
            <w:r w:rsidR="00F26717" w:rsidRPr="00F26717">
              <w:rPr>
                <w:rFonts w:ascii="Poppins" w:hAnsi="Poppins" w:cs="Poppins"/>
                <w:b/>
              </w:rPr>
              <w:t>cronotermostato settimanale</w:t>
            </w:r>
            <w:r w:rsidRPr="002110A2">
              <w:rPr>
                <w:rFonts w:ascii="Poppins" w:hAnsi="Poppins" w:cs="Poppins"/>
                <w:b/>
              </w:rPr>
              <w:t xml:space="preserve"> incorporato, colore bianco, 1150-500 o equivalente</w:t>
            </w:r>
            <w:r w:rsidR="00BB7A1E">
              <w:rPr>
                <w:rFonts w:ascii="Poppins" w:hAnsi="Poppins" w:cs="Poppins"/>
                <w:b/>
              </w:rPr>
              <w:t>.</w:t>
            </w:r>
          </w:p>
        </w:tc>
      </w:tr>
      <w:tr w:rsidR="002110A2" w:rsidRPr="00B0544D" w14:paraId="75153422" w14:textId="77777777" w:rsidTr="00840558">
        <w:tc>
          <w:tcPr>
            <w:tcW w:w="1311" w:type="dxa"/>
          </w:tcPr>
          <w:p w14:paraId="1F6B8ACE" w14:textId="77777777" w:rsidR="002110A2" w:rsidRPr="002110A2" w:rsidRDefault="002110A2" w:rsidP="002110A2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110A2">
              <w:rPr>
                <w:rFonts w:ascii="Poppins" w:hAnsi="Poppins" w:cs="Poppins"/>
              </w:rPr>
              <w:lastRenderedPageBreak/>
              <w:t>52000384</w:t>
            </w:r>
          </w:p>
        </w:tc>
        <w:tc>
          <w:tcPr>
            <w:tcW w:w="2086" w:type="dxa"/>
          </w:tcPr>
          <w:p w14:paraId="7BB8D607" w14:textId="0F511DD7" w:rsidR="002110A2" w:rsidRPr="002110A2" w:rsidRDefault="002110A2" w:rsidP="002110A2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110A2">
              <w:rPr>
                <w:rFonts w:ascii="Poppins" w:hAnsi="Poppins" w:cs="Poppins"/>
              </w:rPr>
              <w:t xml:space="preserve">Scaldasalviette elettrico, dritto, in acciaio, Canaletto E 800 W con </w:t>
            </w:r>
            <w:r w:rsidR="00F26717" w:rsidRPr="00F26717">
              <w:rPr>
                <w:rFonts w:ascii="Poppins" w:hAnsi="Poppins" w:cs="Poppins"/>
              </w:rPr>
              <w:t xml:space="preserve">cronotermostato settimanale </w:t>
            </w:r>
            <w:r w:rsidRPr="002110A2">
              <w:rPr>
                <w:rFonts w:ascii="Poppins" w:hAnsi="Poppins" w:cs="Poppins"/>
              </w:rPr>
              <w:t>incorporato,</w:t>
            </w:r>
          </w:p>
          <w:p w14:paraId="7CF7C6EC" w14:textId="77777777" w:rsidR="002110A2" w:rsidRPr="002110A2" w:rsidRDefault="002110A2" w:rsidP="002110A2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110A2">
              <w:rPr>
                <w:rFonts w:ascii="Poppins" w:hAnsi="Poppins" w:cs="Poppins"/>
              </w:rPr>
              <w:t>colore bianco 1755-500</w:t>
            </w:r>
          </w:p>
        </w:tc>
        <w:tc>
          <w:tcPr>
            <w:tcW w:w="6101" w:type="dxa"/>
          </w:tcPr>
          <w:p w14:paraId="489739A7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Scaldasalviette elettrico con tubi orizzontali diritti a sezione circolare.</w:t>
            </w:r>
          </w:p>
          <w:p w14:paraId="6C8BA77D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 xml:space="preserve">Costruzione in acciaio saldobrasato e verniciato a polveri, colore bianco RAL 9016. </w:t>
            </w:r>
          </w:p>
          <w:p w14:paraId="44A54EDC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Tubi orizzontale:</w:t>
            </w:r>
            <w:r w:rsidRPr="002110A2">
              <w:rPr>
                <w:rFonts w:ascii="Poppins" w:hAnsi="Poppins" w:cs="Poppins"/>
                <w:sz w:val="20"/>
                <w:shd w:val="clear" w:color="auto" w:fill="FFFFFF"/>
              </w:rPr>
              <w:t xml:space="preserve"> Ø 22 mm</w:t>
            </w:r>
          </w:p>
          <w:p w14:paraId="14CF2FDB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Tubi verticale: profilo a D, 40 x 30 mm</w:t>
            </w:r>
          </w:p>
          <w:p w14:paraId="6B6BA78B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Elemento riscaldante: resistenza elettrica a cartuccia</w:t>
            </w:r>
          </w:p>
          <w:p w14:paraId="1C07682C" w14:textId="3273F906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C</w:t>
            </w:r>
            <w:r w:rsidR="00F26717" w:rsidRPr="00F26717">
              <w:rPr>
                <w:rFonts w:ascii="Poppins" w:hAnsi="Poppins" w:cs="Poppins"/>
                <w:sz w:val="20"/>
              </w:rPr>
              <w:t>ronotermostato settimanale</w:t>
            </w:r>
            <w:r w:rsidRPr="002110A2">
              <w:rPr>
                <w:rFonts w:ascii="Poppins" w:hAnsi="Poppins" w:cs="Poppins"/>
                <w:sz w:val="20"/>
              </w:rPr>
              <w:t xml:space="preserve"> incorporato, con tasti e display, per accensione e spegnimento e l’impostazione della temperatura ambiente e delle modalità di funzionamento: Comfort, Eco, Antigelo e rilevamento Finestra Aperta.</w:t>
            </w:r>
          </w:p>
          <w:p w14:paraId="63343061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Fornito completo di kit di fissaggio a muro e spina Schuko.</w:t>
            </w:r>
          </w:p>
          <w:p w14:paraId="7ECA2F7A" w14:textId="77777777" w:rsidR="00BB7A1E" w:rsidRDefault="00BB7A1E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430F59E" w14:textId="73CD446D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2110A2">
              <w:rPr>
                <w:rFonts w:ascii="Poppins" w:hAnsi="Poppins" w:cs="Poppins"/>
                <w:b/>
                <w:sz w:val="20"/>
              </w:rPr>
              <w:t>Dati tecnici</w:t>
            </w:r>
            <w:r w:rsidR="00BB7A1E">
              <w:rPr>
                <w:rFonts w:ascii="Poppins" w:hAnsi="Poppins" w:cs="Poppins"/>
                <w:b/>
                <w:sz w:val="20"/>
              </w:rPr>
              <w:t>:</w:t>
            </w:r>
          </w:p>
          <w:p w14:paraId="454B9C51" w14:textId="77777777" w:rsidR="002110A2" w:rsidRPr="00BB7A1E" w:rsidRDefault="002110A2" w:rsidP="00F26717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Alimentazione elettrica: 230 Vac/ 50 Hz</w:t>
            </w:r>
          </w:p>
          <w:p w14:paraId="00B8BB2D" w14:textId="77777777" w:rsidR="002110A2" w:rsidRPr="00BB7A1E" w:rsidRDefault="002110A2" w:rsidP="00F26717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Classe di isolamento elettrico I; IP44</w:t>
            </w:r>
          </w:p>
          <w:p w14:paraId="49F16877" w14:textId="77777777" w:rsidR="002110A2" w:rsidRPr="00BB7A1E" w:rsidRDefault="002110A2" w:rsidP="00F26717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Lunghezza cavo: 1200 mm</w:t>
            </w:r>
          </w:p>
          <w:p w14:paraId="4D418322" w14:textId="77777777" w:rsidR="002110A2" w:rsidRPr="00BB7A1E" w:rsidRDefault="002110A2" w:rsidP="00F26717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Potenza elettrica nominale: 800 W (+5/10%)</w:t>
            </w:r>
          </w:p>
          <w:p w14:paraId="655095DA" w14:textId="77777777" w:rsidR="002110A2" w:rsidRPr="00BB7A1E" w:rsidRDefault="002110A2" w:rsidP="00F26717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Dimensioni (LxHxP) 600x7700x30 mm</w:t>
            </w:r>
          </w:p>
          <w:p w14:paraId="5F91B89D" w14:textId="77777777" w:rsidR="002110A2" w:rsidRPr="00BB7A1E" w:rsidRDefault="002110A2" w:rsidP="00F26717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Peso: 18,63 kg</w:t>
            </w:r>
          </w:p>
          <w:p w14:paraId="746458DE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48B223D3" w14:textId="2125F260" w:rsidR="002110A2" w:rsidRPr="002110A2" w:rsidRDefault="002110A2" w:rsidP="00F2671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2110A2">
              <w:rPr>
                <w:rFonts w:ascii="Poppins" w:hAnsi="Poppins" w:cs="Poppins"/>
                <w:b/>
              </w:rPr>
              <w:t xml:space="preserve">Marca </w:t>
            </w:r>
            <w:r w:rsidR="00BB7A1E">
              <w:rPr>
                <w:rFonts w:ascii="Poppins" w:hAnsi="Poppins" w:cs="Poppins"/>
                <w:b/>
              </w:rPr>
              <w:t>Emmeti</w:t>
            </w:r>
            <w:r w:rsidRPr="002110A2">
              <w:rPr>
                <w:rFonts w:ascii="Poppins" w:hAnsi="Poppins" w:cs="Poppins"/>
                <w:b/>
              </w:rPr>
              <w:t xml:space="preserve"> – Modello Scaldasalviette elettrico, dritto, in acciaio, Canaletto E 800 W, con </w:t>
            </w:r>
            <w:r w:rsidR="00F26717" w:rsidRPr="00F26717">
              <w:rPr>
                <w:rFonts w:ascii="Poppins" w:hAnsi="Poppins" w:cs="Poppins"/>
                <w:b/>
              </w:rPr>
              <w:t>cronotermostato settimanale</w:t>
            </w:r>
            <w:r w:rsidRPr="002110A2">
              <w:rPr>
                <w:rFonts w:ascii="Poppins" w:hAnsi="Poppins" w:cs="Poppins"/>
                <w:b/>
              </w:rPr>
              <w:t xml:space="preserve"> incorporato, colore bianco, 1755-500 o equivalente</w:t>
            </w:r>
            <w:r w:rsidR="00BB7A1E">
              <w:rPr>
                <w:rFonts w:ascii="Poppins" w:hAnsi="Poppins" w:cs="Poppins"/>
                <w:b/>
              </w:rPr>
              <w:t>.</w:t>
            </w:r>
          </w:p>
        </w:tc>
      </w:tr>
      <w:tr w:rsidR="002110A2" w:rsidRPr="00B0544D" w14:paraId="7C6214C4" w14:textId="77777777" w:rsidTr="00840558">
        <w:tc>
          <w:tcPr>
            <w:tcW w:w="1311" w:type="dxa"/>
          </w:tcPr>
          <w:p w14:paraId="497DFE6D" w14:textId="77777777" w:rsidR="002110A2" w:rsidRPr="002110A2" w:rsidRDefault="002110A2" w:rsidP="002110A2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110A2">
              <w:rPr>
                <w:rFonts w:ascii="Poppins" w:hAnsi="Poppins" w:cs="Poppins"/>
              </w:rPr>
              <w:t>52000386</w:t>
            </w:r>
          </w:p>
        </w:tc>
        <w:tc>
          <w:tcPr>
            <w:tcW w:w="2086" w:type="dxa"/>
          </w:tcPr>
          <w:p w14:paraId="01968207" w14:textId="20B83E29" w:rsidR="002110A2" w:rsidRPr="002110A2" w:rsidRDefault="002110A2" w:rsidP="002110A2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110A2">
              <w:rPr>
                <w:rFonts w:ascii="Poppins" w:hAnsi="Poppins" w:cs="Poppins"/>
              </w:rPr>
              <w:t xml:space="preserve">Scaldasalviette elettrico, dritto, in </w:t>
            </w:r>
            <w:r w:rsidRPr="002110A2">
              <w:rPr>
                <w:rFonts w:ascii="Poppins" w:hAnsi="Poppins" w:cs="Poppins"/>
              </w:rPr>
              <w:lastRenderedPageBreak/>
              <w:t xml:space="preserve">acciaio, Canaletto E 1000 W con </w:t>
            </w:r>
            <w:r w:rsidR="00F26717" w:rsidRPr="00F26717">
              <w:rPr>
                <w:rFonts w:ascii="Poppins" w:hAnsi="Poppins" w:cs="Poppins"/>
              </w:rPr>
              <w:t>cronotermostato settimanale</w:t>
            </w:r>
            <w:r w:rsidRPr="002110A2">
              <w:rPr>
                <w:rFonts w:ascii="Poppins" w:hAnsi="Poppins" w:cs="Poppins"/>
              </w:rPr>
              <w:t xml:space="preserve"> incorporato,</w:t>
            </w:r>
          </w:p>
          <w:p w14:paraId="060705A3" w14:textId="77777777" w:rsidR="002110A2" w:rsidRPr="002110A2" w:rsidRDefault="002110A2" w:rsidP="002110A2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110A2">
              <w:rPr>
                <w:rFonts w:ascii="Poppins" w:hAnsi="Poppins" w:cs="Poppins"/>
              </w:rPr>
              <w:t>colore bianco 1755-600</w:t>
            </w:r>
          </w:p>
        </w:tc>
        <w:tc>
          <w:tcPr>
            <w:tcW w:w="6101" w:type="dxa"/>
          </w:tcPr>
          <w:p w14:paraId="566FEF71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lastRenderedPageBreak/>
              <w:t>Scaldasalviette elettrico con tubi orizzontali diritti a sezione circolare.</w:t>
            </w:r>
          </w:p>
          <w:p w14:paraId="1F41B45A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lastRenderedPageBreak/>
              <w:t xml:space="preserve">Costruzione in acciaio saldobrasato e verniciato a polveri, colore bianco RAL 9016. </w:t>
            </w:r>
          </w:p>
          <w:p w14:paraId="36B0A34F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Tubi orizzontale:</w:t>
            </w:r>
            <w:r w:rsidRPr="002110A2">
              <w:rPr>
                <w:rFonts w:ascii="Poppins" w:hAnsi="Poppins" w:cs="Poppins"/>
                <w:sz w:val="20"/>
                <w:shd w:val="clear" w:color="auto" w:fill="FFFFFF"/>
              </w:rPr>
              <w:t xml:space="preserve"> Ø 22 mm</w:t>
            </w:r>
          </w:p>
          <w:p w14:paraId="3175D389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Tubi verticale: profilo a D, 40 x 30 mm</w:t>
            </w:r>
          </w:p>
          <w:p w14:paraId="1040ED57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Elemento riscaldante: resistenza elettrica a cartuccia</w:t>
            </w:r>
          </w:p>
          <w:p w14:paraId="25DDC96C" w14:textId="3D495B32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C</w:t>
            </w:r>
            <w:r w:rsidR="00F26717" w:rsidRPr="00F26717">
              <w:rPr>
                <w:rFonts w:ascii="Poppins" w:hAnsi="Poppins" w:cs="Poppins"/>
                <w:sz w:val="20"/>
              </w:rPr>
              <w:t>ronotermostato settimanale</w:t>
            </w:r>
            <w:r w:rsidRPr="002110A2">
              <w:rPr>
                <w:rFonts w:ascii="Poppins" w:hAnsi="Poppins" w:cs="Poppins"/>
                <w:sz w:val="20"/>
              </w:rPr>
              <w:t xml:space="preserve"> incorporato, con tasti e display, per accensione e spegnimento e l’impostazione della temperatura ambiente e delle modalità di funzionamento: Comfort, Eco, Antigelo e rilevamento Finestra Aperta.</w:t>
            </w:r>
          </w:p>
          <w:p w14:paraId="4884EB28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Fornito completo di kit di fissaggio a muro e spina Schuko.</w:t>
            </w:r>
          </w:p>
          <w:p w14:paraId="64128142" w14:textId="77777777" w:rsidR="00BB7A1E" w:rsidRDefault="00BB7A1E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E3E3CD7" w14:textId="4CC0718A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2110A2">
              <w:rPr>
                <w:rFonts w:ascii="Poppins" w:hAnsi="Poppins" w:cs="Poppins"/>
                <w:b/>
                <w:sz w:val="20"/>
              </w:rPr>
              <w:t>Dati tecnici</w:t>
            </w:r>
            <w:r w:rsidR="00BB7A1E">
              <w:rPr>
                <w:rFonts w:ascii="Poppins" w:hAnsi="Poppins" w:cs="Poppins"/>
                <w:b/>
                <w:sz w:val="20"/>
              </w:rPr>
              <w:t>:</w:t>
            </w:r>
          </w:p>
          <w:p w14:paraId="24B0DFBF" w14:textId="77777777" w:rsidR="002110A2" w:rsidRPr="00BB7A1E" w:rsidRDefault="002110A2" w:rsidP="00F26717">
            <w:pPr>
              <w:pStyle w:val="Paragrafoelenco"/>
              <w:numPr>
                <w:ilvl w:val="0"/>
                <w:numId w:val="2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Alimentazione elettrica: 230 Vac/ 50 Hz</w:t>
            </w:r>
          </w:p>
          <w:p w14:paraId="30845B7C" w14:textId="77777777" w:rsidR="002110A2" w:rsidRPr="00BB7A1E" w:rsidRDefault="002110A2" w:rsidP="00F26717">
            <w:pPr>
              <w:pStyle w:val="Paragrafoelenco"/>
              <w:numPr>
                <w:ilvl w:val="0"/>
                <w:numId w:val="2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Classe di isolamento elettrico I; IP44</w:t>
            </w:r>
          </w:p>
          <w:p w14:paraId="60B66742" w14:textId="77777777" w:rsidR="002110A2" w:rsidRPr="00BB7A1E" w:rsidRDefault="002110A2" w:rsidP="00F26717">
            <w:pPr>
              <w:pStyle w:val="Paragrafoelenco"/>
              <w:numPr>
                <w:ilvl w:val="0"/>
                <w:numId w:val="2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Lunghezza cavo: 1200 mm</w:t>
            </w:r>
          </w:p>
          <w:p w14:paraId="50A42631" w14:textId="77777777" w:rsidR="002110A2" w:rsidRPr="00BB7A1E" w:rsidRDefault="002110A2" w:rsidP="00F26717">
            <w:pPr>
              <w:pStyle w:val="Paragrafoelenco"/>
              <w:numPr>
                <w:ilvl w:val="0"/>
                <w:numId w:val="2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Potenza elettrica nominale: 1000 W (+5/10%)</w:t>
            </w:r>
          </w:p>
          <w:p w14:paraId="445A1020" w14:textId="77777777" w:rsidR="002110A2" w:rsidRPr="00BB7A1E" w:rsidRDefault="002110A2" w:rsidP="00F26717">
            <w:pPr>
              <w:pStyle w:val="Paragrafoelenco"/>
              <w:numPr>
                <w:ilvl w:val="0"/>
                <w:numId w:val="2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Dimensioni (LxHxP) 600x7700x30 mm</w:t>
            </w:r>
          </w:p>
          <w:p w14:paraId="4E296BCC" w14:textId="77777777" w:rsidR="002110A2" w:rsidRPr="00BB7A1E" w:rsidRDefault="002110A2" w:rsidP="00F26717">
            <w:pPr>
              <w:pStyle w:val="Paragrafoelenco"/>
              <w:numPr>
                <w:ilvl w:val="0"/>
                <w:numId w:val="2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Peso: 21,31 kg</w:t>
            </w:r>
          </w:p>
          <w:p w14:paraId="26195896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3568466A" w14:textId="144E2F4E" w:rsidR="002110A2" w:rsidRPr="002110A2" w:rsidRDefault="002110A2" w:rsidP="00F2671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2110A2">
              <w:rPr>
                <w:rFonts w:ascii="Poppins" w:hAnsi="Poppins" w:cs="Poppins"/>
                <w:b/>
              </w:rPr>
              <w:t xml:space="preserve">Marca </w:t>
            </w:r>
            <w:r w:rsidR="00BB7A1E">
              <w:rPr>
                <w:rFonts w:ascii="Poppins" w:hAnsi="Poppins" w:cs="Poppins"/>
                <w:b/>
              </w:rPr>
              <w:t>Emmeti</w:t>
            </w:r>
            <w:r w:rsidRPr="002110A2">
              <w:rPr>
                <w:rFonts w:ascii="Poppins" w:hAnsi="Poppins" w:cs="Poppins"/>
                <w:b/>
              </w:rPr>
              <w:t xml:space="preserve"> – Modello Scaldasalviette elettrico, dritto, in acciaio, Canaletto E 1000 W, con </w:t>
            </w:r>
            <w:r w:rsidR="00F26717" w:rsidRPr="00F26717">
              <w:rPr>
                <w:rFonts w:ascii="Poppins" w:hAnsi="Poppins" w:cs="Poppins"/>
                <w:b/>
              </w:rPr>
              <w:t>cronotermostato settimanale</w:t>
            </w:r>
            <w:r w:rsidRPr="002110A2">
              <w:rPr>
                <w:rFonts w:ascii="Poppins" w:hAnsi="Poppins" w:cs="Poppins"/>
                <w:b/>
              </w:rPr>
              <w:t xml:space="preserve"> incorporato, colore bianco, 1755-600 o equivalente</w:t>
            </w:r>
            <w:r w:rsidR="00BB7A1E">
              <w:rPr>
                <w:rFonts w:ascii="Poppins" w:hAnsi="Poppins" w:cs="Poppins"/>
                <w:b/>
              </w:rPr>
              <w:t>.</w:t>
            </w:r>
          </w:p>
        </w:tc>
      </w:tr>
      <w:tr w:rsidR="002110A2" w:rsidRPr="00B0544D" w14:paraId="47CEC913" w14:textId="77777777" w:rsidTr="00840558">
        <w:tc>
          <w:tcPr>
            <w:tcW w:w="1311" w:type="dxa"/>
          </w:tcPr>
          <w:p w14:paraId="59C38F40" w14:textId="77777777" w:rsidR="002110A2" w:rsidRPr="002110A2" w:rsidRDefault="002110A2" w:rsidP="002110A2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110A2">
              <w:rPr>
                <w:rFonts w:ascii="Poppins" w:hAnsi="Poppins" w:cs="Poppins"/>
              </w:rPr>
              <w:lastRenderedPageBreak/>
              <w:t>52000340</w:t>
            </w:r>
          </w:p>
        </w:tc>
        <w:tc>
          <w:tcPr>
            <w:tcW w:w="2086" w:type="dxa"/>
          </w:tcPr>
          <w:p w14:paraId="3E5B6164" w14:textId="77777777" w:rsidR="002110A2" w:rsidRPr="002110A2" w:rsidRDefault="002110A2" w:rsidP="002110A2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110A2">
              <w:rPr>
                <w:rFonts w:ascii="Poppins" w:hAnsi="Poppins" w:cs="Poppins"/>
              </w:rPr>
              <w:t>Scaldasalviette elettrico, dritto, in acciaio, Canaletto E 400 W senza controllo incorporato,</w:t>
            </w:r>
          </w:p>
          <w:p w14:paraId="52B41CAF" w14:textId="77777777" w:rsidR="002110A2" w:rsidRPr="002110A2" w:rsidRDefault="002110A2" w:rsidP="002110A2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110A2">
              <w:rPr>
                <w:rFonts w:ascii="Poppins" w:hAnsi="Poppins" w:cs="Poppins"/>
              </w:rPr>
              <w:t>colore bianco</w:t>
            </w:r>
          </w:p>
          <w:p w14:paraId="62BD39DE" w14:textId="77777777" w:rsidR="002110A2" w:rsidRPr="002110A2" w:rsidRDefault="002110A2" w:rsidP="002110A2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110A2">
              <w:rPr>
                <w:rFonts w:ascii="Poppins" w:hAnsi="Poppins" w:cs="Poppins"/>
              </w:rPr>
              <w:t xml:space="preserve"> 770-600</w:t>
            </w:r>
          </w:p>
        </w:tc>
        <w:tc>
          <w:tcPr>
            <w:tcW w:w="6101" w:type="dxa"/>
          </w:tcPr>
          <w:p w14:paraId="1061E0C1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Scaldasalviette elettrico con tubi orizzontali diritti a sezione circolare.</w:t>
            </w:r>
          </w:p>
          <w:p w14:paraId="15F7FD32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 xml:space="preserve">Costruzione in acciaio saldobrasato e verniciato a polveri, colore bianco RAL 9016. </w:t>
            </w:r>
          </w:p>
          <w:p w14:paraId="65B919AA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Tubi orizzontali:</w:t>
            </w:r>
            <w:r w:rsidRPr="002110A2">
              <w:rPr>
                <w:rFonts w:ascii="Poppins" w:hAnsi="Poppins" w:cs="Poppins"/>
                <w:sz w:val="20"/>
                <w:shd w:val="clear" w:color="auto" w:fill="FFFFFF"/>
              </w:rPr>
              <w:t xml:space="preserve"> Ø 22 mm</w:t>
            </w:r>
          </w:p>
          <w:p w14:paraId="091A78EF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Tubi verticali: profilo a D, 40 x 30 mm</w:t>
            </w:r>
          </w:p>
          <w:p w14:paraId="579E2B0F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Elemento riscaldante: resistenza elettrica a cartuccia.</w:t>
            </w:r>
          </w:p>
          <w:p w14:paraId="69E6CE2A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Senza controllo incorporato e senza spina elettrica.</w:t>
            </w:r>
          </w:p>
          <w:p w14:paraId="56801ACA" w14:textId="77777777" w:rsid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Fornito completo di kit di fissaggio a muro.</w:t>
            </w:r>
          </w:p>
          <w:p w14:paraId="49A46FF6" w14:textId="77777777" w:rsidR="00BB7A1E" w:rsidRPr="002110A2" w:rsidRDefault="00BB7A1E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0B90A90D" w14:textId="3C0FD17D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2110A2">
              <w:rPr>
                <w:rFonts w:ascii="Poppins" w:hAnsi="Poppins" w:cs="Poppins"/>
                <w:b/>
                <w:sz w:val="20"/>
              </w:rPr>
              <w:t>Dati tecnici</w:t>
            </w:r>
            <w:r w:rsidR="00BB7A1E">
              <w:rPr>
                <w:rFonts w:ascii="Poppins" w:hAnsi="Poppins" w:cs="Poppins"/>
                <w:b/>
                <w:sz w:val="20"/>
              </w:rPr>
              <w:t>:</w:t>
            </w:r>
          </w:p>
          <w:p w14:paraId="47B22041" w14:textId="77777777" w:rsidR="002110A2" w:rsidRPr="00BB7A1E" w:rsidRDefault="002110A2" w:rsidP="00F26717">
            <w:pPr>
              <w:pStyle w:val="Paragrafoelenco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Liquido termovettore: glicole propilenico</w:t>
            </w:r>
          </w:p>
          <w:p w14:paraId="178C30DD" w14:textId="77777777" w:rsidR="002110A2" w:rsidRPr="00BB7A1E" w:rsidRDefault="002110A2" w:rsidP="00F26717">
            <w:pPr>
              <w:pStyle w:val="Paragrafoelenco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Alimentazione elettrica: 230 Vac/ 50 Hz</w:t>
            </w:r>
          </w:p>
          <w:p w14:paraId="783B3A31" w14:textId="77777777" w:rsidR="002110A2" w:rsidRPr="00BB7A1E" w:rsidRDefault="002110A2" w:rsidP="00F26717">
            <w:pPr>
              <w:pStyle w:val="Paragrafoelenco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Classe di isolamento elettrico I; IP44</w:t>
            </w:r>
          </w:p>
          <w:p w14:paraId="13345494" w14:textId="77777777" w:rsidR="002110A2" w:rsidRPr="00BB7A1E" w:rsidRDefault="002110A2" w:rsidP="00F26717">
            <w:pPr>
              <w:pStyle w:val="Paragrafoelenco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Lunghezza cavo: 1200 mm</w:t>
            </w:r>
          </w:p>
          <w:p w14:paraId="599D5F19" w14:textId="77777777" w:rsidR="002110A2" w:rsidRPr="00BB7A1E" w:rsidRDefault="002110A2" w:rsidP="00F26717">
            <w:pPr>
              <w:pStyle w:val="Paragrafoelenco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Potenza elettrica nominale: 400 W (+5/10%)</w:t>
            </w:r>
          </w:p>
          <w:p w14:paraId="055617CE" w14:textId="77777777" w:rsidR="002110A2" w:rsidRPr="00BB7A1E" w:rsidRDefault="002110A2" w:rsidP="00F26717">
            <w:pPr>
              <w:pStyle w:val="Paragrafoelenco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Dimensioni (LxHxP) 600x7700x30 mm</w:t>
            </w:r>
          </w:p>
          <w:p w14:paraId="52DBE585" w14:textId="77777777" w:rsidR="002110A2" w:rsidRPr="00BB7A1E" w:rsidRDefault="002110A2" w:rsidP="00F26717">
            <w:pPr>
              <w:pStyle w:val="Paragrafoelenco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lastRenderedPageBreak/>
              <w:t>Peso: 9,71 kg</w:t>
            </w:r>
          </w:p>
          <w:p w14:paraId="5900F52F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14CAEC0F" w14:textId="7A1A79EC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B7A1E">
              <w:rPr>
                <w:rFonts w:ascii="Poppins" w:hAnsi="Poppins" w:cs="Poppins"/>
                <w:b/>
                <w:sz w:val="20"/>
              </w:rPr>
              <w:t>Emmeti</w:t>
            </w:r>
            <w:r w:rsidRPr="002110A2">
              <w:rPr>
                <w:rFonts w:ascii="Poppins" w:hAnsi="Poppins" w:cs="Poppins"/>
                <w:b/>
                <w:sz w:val="20"/>
              </w:rPr>
              <w:t xml:space="preserve"> – Modello Scaldasalviette elettrico, dritto, in acciaio, Canaletto E 400 W, senza controllo </w:t>
            </w:r>
            <w:r w:rsidR="00BB7A1E">
              <w:rPr>
                <w:rFonts w:ascii="Poppins" w:hAnsi="Poppins" w:cs="Poppins"/>
                <w:b/>
                <w:sz w:val="20"/>
              </w:rPr>
              <w:t>i</w:t>
            </w:r>
            <w:r w:rsidRPr="002110A2">
              <w:rPr>
                <w:rFonts w:ascii="Poppins" w:hAnsi="Poppins" w:cs="Poppins"/>
                <w:b/>
                <w:sz w:val="20"/>
              </w:rPr>
              <w:t>ncorporato, colore bianco, 770-600 o equivalente</w:t>
            </w:r>
            <w:r w:rsidR="00BB7A1E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110A2" w:rsidRPr="00B0544D" w14:paraId="485A37A7" w14:textId="77777777" w:rsidTr="00840558">
        <w:tc>
          <w:tcPr>
            <w:tcW w:w="1311" w:type="dxa"/>
          </w:tcPr>
          <w:p w14:paraId="6304BEA2" w14:textId="77777777" w:rsidR="002110A2" w:rsidRPr="002110A2" w:rsidRDefault="002110A2" w:rsidP="002110A2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110A2">
              <w:rPr>
                <w:rFonts w:ascii="Poppins" w:hAnsi="Poppins" w:cs="Poppins"/>
              </w:rPr>
              <w:lastRenderedPageBreak/>
              <w:t>52000342</w:t>
            </w:r>
          </w:p>
        </w:tc>
        <w:tc>
          <w:tcPr>
            <w:tcW w:w="2086" w:type="dxa"/>
          </w:tcPr>
          <w:p w14:paraId="481239CC" w14:textId="77777777" w:rsidR="002110A2" w:rsidRPr="002110A2" w:rsidRDefault="002110A2" w:rsidP="002110A2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110A2">
              <w:rPr>
                <w:rFonts w:ascii="Poppins" w:hAnsi="Poppins" w:cs="Poppins"/>
              </w:rPr>
              <w:t>Scaldasalviette elettrico, dritto, in acciaio, Canaletto E 500 W senza controllo incorporato,</w:t>
            </w:r>
          </w:p>
          <w:p w14:paraId="7E4024FE" w14:textId="77777777" w:rsidR="002110A2" w:rsidRPr="002110A2" w:rsidRDefault="002110A2" w:rsidP="002110A2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110A2">
              <w:rPr>
                <w:rFonts w:ascii="Poppins" w:hAnsi="Poppins" w:cs="Poppins"/>
              </w:rPr>
              <w:t>colore bianco</w:t>
            </w:r>
          </w:p>
          <w:p w14:paraId="7DD814F6" w14:textId="77777777" w:rsidR="002110A2" w:rsidRPr="002110A2" w:rsidRDefault="002110A2" w:rsidP="002110A2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110A2">
              <w:rPr>
                <w:rFonts w:ascii="Poppins" w:hAnsi="Poppins" w:cs="Poppins"/>
              </w:rPr>
              <w:t>1150-500</w:t>
            </w:r>
          </w:p>
        </w:tc>
        <w:tc>
          <w:tcPr>
            <w:tcW w:w="6101" w:type="dxa"/>
          </w:tcPr>
          <w:p w14:paraId="65A928C3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Scaldasalviette elettrico con tubi orizzontali diritti a sezione circolare.</w:t>
            </w:r>
          </w:p>
          <w:p w14:paraId="258DA35F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 xml:space="preserve">Costruzione in acciaio saldobrasato e verniciato a polveri, colore bianco RAL 9016. </w:t>
            </w:r>
          </w:p>
          <w:p w14:paraId="45C147E2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Tubi orizzontale:</w:t>
            </w:r>
            <w:r w:rsidRPr="002110A2">
              <w:rPr>
                <w:rFonts w:ascii="Poppins" w:hAnsi="Poppins" w:cs="Poppins"/>
                <w:sz w:val="20"/>
                <w:shd w:val="clear" w:color="auto" w:fill="FFFFFF"/>
              </w:rPr>
              <w:t xml:space="preserve"> Ø 22 mm</w:t>
            </w:r>
          </w:p>
          <w:p w14:paraId="22EF70CF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Tubi verticale: profilo a D, 40 x 30 mm</w:t>
            </w:r>
          </w:p>
          <w:p w14:paraId="56C78885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Elemento riscaldante: resistenza elettrica a cartuccia.</w:t>
            </w:r>
          </w:p>
          <w:p w14:paraId="3FCD2F8E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Senza controllo incorporato e senza spina elettrica.</w:t>
            </w:r>
          </w:p>
          <w:p w14:paraId="3DA6413D" w14:textId="77777777" w:rsid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Fornito completo di kit di fissaggio a muro.</w:t>
            </w:r>
          </w:p>
          <w:p w14:paraId="09E9945B" w14:textId="77777777" w:rsidR="00BB7A1E" w:rsidRPr="002110A2" w:rsidRDefault="00BB7A1E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2E219528" w14:textId="316845ED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2110A2">
              <w:rPr>
                <w:rFonts w:ascii="Poppins" w:hAnsi="Poppins" w:cs="Poppins"/>
                <w:b/>
                <w:sz w:val="20"/>
              </w:rPr>
              <w:t>Dati tecnici</w:t>
            </w:r>
            <w:r w:rsidR="00BB7A1E">
              <w:rPr>
                <w:rFonts w:ascii="Poppins" w:hAnsi="Poppins" w:cs="Poppins"/>
                <w:b/>
                <w:sz w:val="20"/>
              </w:rPr>
              <w:t>:</w:t>
            </w:r>
          </w:p>
          <w:p w14:paraId="5963EAC2" w14:textId="77777777" w:rsidR="002110A2" w:rsidRPr="00BB7A1E" w:rsidRDefault="002110A2" w:rsidP="00F26717">
            <w:pPr>
              <w:pStyle w:val="Paragrafoelenco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Liquido termovettore: glicole propilenico</w:t>
            </w:r>
          </w:p>
          <w:p w14:paraId="6931FC66" w14:textId="77777777" w:rsidR="002110A2" w:rsidRPr="00BB7A1E" w:rsidRDefault="002110A2" w:rsidP="00F26717">
            <w:pPr>
              <w:pStyle w:val="Paragrafoelenco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Alimentazione elettrica: 230 Vac/ 50 Hz</w:t>
            </w:r>
          </w:p>
          <w:p w14:paraId="3DACD2C9" w14:textId="77777777" w:rsidR="002110A2" w:rsidRPr="00BB7A1E" w:rsidRDefault="002110A2" w:rsidP="00F26717">
            <w:pPr>
              <w:pStyle w:val="Paragrafoelenco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Classe di isolamento elettrico I; IP44</w:t>
            </w:r>
          </w:p>
          <w:p w14:paraId="2A1F3AEB" w14:textId="77777777" w:rsidR="002110A2" w:rsidRPr="00BB7A1E" w:rsidRDefault="002110A2" w:rsidP="00F26717">
            <w:pPr>
              <w:pStyle w:val="Paragrafoelenco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Lunghezza cavo: 1200 mm</w:t>
            </w:r>
          </w:p>
          <w:p w14:paraId="0B24114E" w14:textId="77777777" w:rsidR="002110A2" w:rsidRPr="00BB7A1E" w:rsidRDefault="002110A2" w:rsidP="00F26717">
            <w:pPr>
              <w:pStyle w:val="Paragrafoelenco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Potenza elettrica nominale: 500 W (+5/10%)</w:t>
            </w:r>
          </w:p>
          <w:p w14:paraId="01B89F34" w14:textId="77777777" w:rsidR="002110A2" w:rsidRPr="00BB7A1E" w:rsidRDefault="002110A2" w:rsidP="00F26717">
            <w:pPr>
              <w:pStyle w:val="Paragrafoelenco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Dimensioni (LxHxP) 500x1150x30 mm</w:t>
            </w:r>
          </w:p>
          <w:p w14:paraId="22C03468" w14:textId="77777777" w:rsidR="002110A2" w:rsidRPr="00BB7A1E" w:rsidRDefault="002110A2" w:rsidP="00F26717">
            <w:pPr>
              <w:pStyle w:val="Paragrafoelenco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Peso: 12,22 kg</w:t>
            </w:r>
          </w:p>
          <w:p w14:paraId="42A73B32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2496CD99" w14:textId="0D1F8F23" w:rsidR="002110A2" w:rsidRPr="002110A2" w:rsidRDefault="002110A2" w:rsidP="00F2671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2110A2">
              <w:rPr>
                <w:rFonts w:ascii="Poppins" w:hAnsi="Poppins" w:cs="Poppins"/>
                <w:b/>
              </w:rPr>
              <w:t xml:space="preserve">Marca </w:t>
            </w:r>
            <w:r w:rsidR="00BB7A1E">
              <w:rPr>
                <w:rFonts w:ascii="Poppins" w:hAnsi="Poppins" w:cs="Poppins"/>
                <w:b/>
              </w:rPr>
              <w:t>Emmeti</w:t>
            </w:r>
            <w:r w:rsidRPr="002110A2">
              <w:rPr>
                <w:rFonts w:ascii="Poppins" w:hAnsi="Poppins" w:cs="Poppins"/>
                <w:b/>
              </w:rPr>
              <w:t xml:space="preserve"> – Modello Scaldasalviette elettrico, dritto, in acciaio, Canaletto E 500 W, senza controllo incorporato, colore bianco, 1150-500 o equivalente</w:t>
            </w:r>
            <w:r w:rsidR="00BB7A1E">
              <w:rPr>
                <w:rFonts w:ascii="Poppins" w:hAnsi="Poppins" w:cs="Poppins"/>
                <w:b/>
              </w:rPr>
              <w:t>.</w:t>
            </w:r>
          </w:p>
        </w:tc>
      </w:tr>
      <w:tr w:rsidR="002110A2" w:rsidRPr="00B0544D" w14:paraId="64A4D6B4" w14:textId="77777777" w:rsidTr="00840558">
        <w:tc>
          <w:tcPr>
            <w:tcW w:w="1311" w:type="dxa"/>
          </w:tcPr>
          <w:p w14:paraId="4815F00A" w14:textId="77777777" w:rsidR="002110A2" w:rsidRPr="002110A2" w:rsidRDefault="002110A2" w:rsidP="002110A2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110A2">
              <w:rPr>
                <w:rFonts w:ascii="Poppins" w:hAnsi="Poppins" w:cs="Poppins"/>
              </w:rPr>
              <w:t>52000388</w:t>
            </w:r>
          </w:p>
        </w:tc>
        <w:tc>
          <w:tcPr>
            <w:tcW w:w="2086" w:type="dxa"/>
          </w:tcPr>
          <w:p w14:paraId="0CA67877" w14:textId="77777777" w:rsidR="002110A2" w:rsidRPr="002110A2" w:rsidRDefault="002110A2" w:rsidP="002110A2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110A2">
              <w:rPr>
                <w:rFonts w:ascii="Poppins" w:hAnsi="Poppins" w:cs="Poppins"/>
              </w:rPr>
              <w:t>Scaldasalviette elettrico, dritto, in acciaio, Canaletto E 800 W senza controllo incorporato,</w:t>
            </w:r>
          </w:p>
          <w:p w14:paraId="696835FC" w14:textId="77777777" w:rsidR="002110A2" w:rsidRPr="002110A2" w:rsidRDefault="002110A2" w:rsidP="002110A2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110A2">
              <w:rPr>
                <w:rFonts w:ascii="Poppins" w:hAnsi="Poppins" w:cs="Poppins"/>
              </w:rPr>
              <w:t>colore bianco</w:t>
            </w:r>
          </w:p>
          <w:p w14:paraId="5DEBECB2" w14:textId="77777777" w:rsidR="002110A2" w:rsidRPr="002110A2" w:rsidRDefault="002110A2" w:rsidP="002110A2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110A2">
              <w:rPr>
                <w:rFonts w:ascii="Poppins" w:hAnsi="Poppins" w:cs="Poppins"/>
              </w:rPr>
              <w:t>1755-500</w:t>
            </w:r>
          </w:p>
        </w:tc>
        <w:tc>
          <w:tcPr>
            <w:tcW w:w="6101" w:type="dxa"/>
          </w:tcPr>
          <w:p w14:paraId="3EE454F0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Scaldasalviette elettrico con tubi orizzontali diritti a sezione circolare.</w:t>
            </w:r>
          </w:p>
          <w:p w14:paraId="589B40B8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 xml:space="preserve">Costruzione in acciaio saldobrasato e verniciato a polveri, colore bianco RAL 9016. </w:t>
            </w:r>
          </w:p>
          <w:p w14:paraId="570EC243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Tubi orizzontale:</w:t>
            </w:r>
            <w:r w:rsidRPr="002110A2">
              <w:rPr>
                <w:rFonts w:ascii="Poppins" w:hAnsi="Poppins" w:cs="Poppins"/>
                <w:sz w:val="20"/>
                <w:shd w:val="clear" w:color="auto" w:fill="FFFFFF"/>
              </w:rPr>
              <w:t xml:space="preserve"> Ø 22 mm</w:t>
            </w:r>
          </w:p>
          <w:p w14:paraId="6C3F61FF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Tubi verticale: profilo a D, 40 x 30 mm</w:t>
            </w:r>
          </w:p>
          <w:p w14:paraId="569F75C9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Elemento riscaldante: resistenza elettrica a cartuccia.</w:t>
            </w:r>
          </w:p>
          <w:p w14:paraId="3E768D7D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Senza controllo incorporato e senza spina elettrica.</w:t>
            </w:r>
          </w:p>
          <w:p w14:paraId="651EDCB5" w14:textId="77777777" w:rsid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Fornito completo di kit di fissaggio a muro.</w:t>
            </w:r>
          </w:p>
          <w:p w14:paraId="30373835" w14:textId="77777777" w:rsidR="00BB7A1E" w:rsidRPr="002110A2" w:rsidRDefault="00BB7A1E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6C0605F6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2110A2">
              <w:rPr>
                <w:rFonts w:ascii="Poppins" w:hAnsi="Poppins" w:cs="Poppins"/>
                <w:b/>
                <w:sz w:val="20"/>
              </w:rPr>
              <w:t>Dati tecnici</w:t>
            </w:r>
          </w:p>
          <w:p w14:paraId="3E1F9206" w14:textId="77777777" w:rsidR="002110A2" w:rsidRPr="00BB7A1E" w:rsidRDefault="002110A2" w:rsidP="00F26717">
            <w:pPr>
              <w:pStyle w:val="Paragrafoelenco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Liquido termovettore: glicole propilenico</w:t>
            </w:r>
          </w:p>
          <w:p w14:paraId="5C31BA22" w14:textId="77777777" w:rsidR="002110A2" w:rsidRPr="00BB7A1E" w:rsidRDefault="002110A2" w:rsidP="00F26717">
            <w:pPr>
              <w:pStyle w:val="Paragrafoelenco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Alimentazione elettrica: 230 Vac/ 50 Hz</w:t>
            </w:r>
          </w:p>
          <w:p w14:paraId="7ABE8EE7" w14:textId="77777777" w:rsidR="002110A2" w:rsidRPr="00BB7A1E" w:rsidRDefault="002110A2" w:rsidP="00F26717">
            <w:pPr>
              <w:pStyle w:val="Paragrafoelenco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Classe di isolamento elettrico I; IP44</w:t>
            </w:r>
          </w:p>
          <w:p w14:paraId="7B7D2AFA" w14:textId="77777777" w:rsidR="002110A2" w:rsidRPr="00BB7A1E" w:rsidRDefault="002110A2" w:rsidP="00F26717">
            <w:pPr>
              <w:pStyle w:val="Paragrafoelenco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lastRenderedPageBreak/>
              <w:t>Lunghezza cavo: 1200 mm</w:t>
            </w:r>
          </w:p>
          <w:p w14:paraId="0BE6AACA" w14:textId="77777777" w:rsidR="002110A2" w:rsidRPr="00BB7A1E" w:rsidRDefault="002110A2" w:rsidP="00F26717">
            <w:pPr>
              <w:pStyle w:val="Paragrafoelenco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Potenza elettrica nominale: 800 W (+5/10%)</w:t>
            </w:r>
          </w:p>
          <w:p w14:paraId="2B32C580" w14:textId="77777777" w:rsidR="002110A2" w:rsidRPr="00BB7A1E" w:rsidRDefault="002110A2" w:rsidP="00F26717">
            <w:pPr>
              <w:pStyle w:val="Paragrafoelenco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Dimensioni (LxHxP) 500x1755x30 mm</w:t>
            </w:r>
          </w:p>
          <w:p w14:paraId="55CF893A" w14:textId="77777777" w:rsidR="002110A2" w:rsidRPr="00BB7A1E" w:rsidRDefault="002110A2" w:rsidP="00F26717">
            <w:pPr>
              <w:pStyle w:val="Paragrafoelenco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Peso: 18,23 kg</w:t>
            </w:r>
          </w:p>
          <w:p w14:paraId="15D06C16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77CF3EB0" w14:textId="4CC0C348" w:rsidR="002110A2" w:rsidRPr="002110A2" w:rsidRDefault="002110A2" w:rsidP="00F2671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2110A2">
              <w:rPr>
                <w:rFonts w:ascii="Poppins" w:hAnsi="Poppins" w:cs="Poppins"/>
                <w:b/>
              </w:rPr>
              <w:t xml:space="preserve">Marca </w:t>
            </w:r>
            <w:r w:rsidR="00BB7A1E">
              <w:rPr>
                <w:rFonts w:ascii="Poppins" w:hAnsi="Poppins" w:cs="Poppins"/>
                <w:b/>
              </w:rPr>
              <w:t>Emmeti</w:t>
            </w:r>
            <w:r w:rsidRPr="002110A2">
              <w:rPr>
                <w:rFonts w:ascii="Poppins" w:hAnsi="Poppins" w:cs="Poppins"/>
                <w:b/>
              </w:rPr>
              <w:t xml:space="preserve"> – Modello Scaldasalviette elettrico, dritto, in acciaio, Canaletto E 800 W, senza controllo incorporato, colore bianco, 1755-500 o equivalente</w:t>
            </w:r>
            <w:r w:rsidR="00BB7A1E">
              <w:rPr>
                <w:rFonts w:ascii="Poppins" w:hAnsi="Poppins" w:cs="Poppins"/>
                <w:b/>
              </w:rPr>
              <w:t>.</w:t>
            </w:r>
          </w:p>
        </w:tc>
      </w:tr>
      <w:tr w:rsidR="002110A2" w:rsidRPr="00B0544D" w14:paraId="13D40A8E" w14:textId="77777777" w:rsidTr="00840558">
        <w:tc>
          <w:tcPr>
            <w:tcW w:w="1311" w:type="dxa"/>
          </w:tcPr>
          <w:p w14:paraId="22CD9F78" w14:textId="77777777" w:rsidR="002110A2" w:rsidRPr="002110A2" w:rsidRDefault="002110A2" w:rsidP="002110A2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110A2">
              <w:rPr>
                <w:rFonts w:ascii="Poppins" w:hAnsi="Poppins" w:cs="Poppins"/>
              </w:rPr>
              <w:lastRenderedPageBreak/>
              <w:t>52000346</w:t>
            </w:r>
          </w:p>
        </w:tc>
        <w:tc>
          <w:tcPr>
            <w:tcW w:w="2086" w:type="dxa"/>
          </w:tcPr>
          <w:p w14:paraId="456B7D89" w14:textId="77777777" w:rsidR="002110A2" w:rsidRPr="002110A2" w:rsidRDefault="002110A2" w:rsidP="002110A2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110A2">
              <w:rPr>
                <w:rFonts w:ascii="Poppins" w:hAnsi="Poppins" w:cs="Poppins"/>
              </w:rPr>
              <w:t>Scaldasalviette elettrico, dritto, in acciaio, Canaletto E 1000 W senza controllo incorporato,</w:t>
            </w:r>
          </w:p>
          <w:p w14:paraId="47BBBA6D" w14:textId="77777777" w:rsidR="002110A2" w:rsidRPr="002110A2" w:rsidRDefault="002110A2" w:rsidP="002110A2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110A2">
              <w:rPr>
                <w:rFonts w:ascii="Poppins" w:hAnsi="Poppins" w:cs="Poppins"/>
              </w:rPr>
              <w:t>colore bianco</w:t>
            </w:r>
          </w:p>
          <w:p w14:paraId="07EBB048" w14:textId="77777777" w:rsidR="002110A2" w:rsidRPr="002110A2" w:rsidRDefault="002110A2" w:rsidP="002110A2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110A2">
              <w:rPr>
                <w:rFonts w:ascii="Poppins" w:hAnsi="Poppins" w:cs="Poppins"/>
              </w:rPr>
              <w:t>1755-600</w:t>
            </w:r>
          </w:p>
        </w:tc>
        <w:tc>
          <w:tcPr>
            <w:tcW w:w="6101" w:type="dxa"/>
          </w:tcPr>
          <w:p w14:paraId="77D674F9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Scaldasalviette elettrico con tubi orizzontali diritti a sezione circolare.</w:t>
            </w:r>
          </w:p>
          <w:p w14:paraId="795264D9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 xml:space="preserve">Costruzione in acciaio saldobrasato e verniciato a polveri, colore bianco RAL 9016. </w:t>
            </w:r>
          </w:p>
          <w:p w14:paraId="68F3C45A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Tubi orizzontale:</w:t>
            </w:r>
            <w:r w:rsidRPr="002110A2">
              <w:rPr>
                <w:rFonts w:ascii="Poppins" w:hAnsi="Poppins" w:cs="Poppins"/>
                <w:sz w:val="20"/>
                <w:shd w:val="clear" w:color="auto" w:fill="FFFFFF"/>
              </w:rPr>
              <w:t xml:space="preserve"> Ø 22 mm</w:t>
            </w:r>
          </w:p>
          <w:p w14:paraId="6AC0A3B5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Tubi verticale: profilo a D, 40 x 30 mm</w:t>
            </w:r>
          </w:p>
          <w:p w14:paraId="7B554FFC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Elemento riscaldante: resistenza elettrica a cartuccia.</w:t>
            </w:r>
          </w:p>
          <w:p w14:paraId="12EA72B5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Senza controllo incorporato e senza spina elettrica.</w:t>
            </w:r>
          </w:p>
          <w:p w14:paraId="473F3C7B" w14:textId="77777777" w:rsid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Fornito completo di kit di fissaggio a muro.</w:t>
            </w:r>
          </w:p>
          <w:p w14:paraId="3811BADB" w14:textId="77777777" w:rsidR="00BB7A1E" w:rsidRPr="002110A2" w:rsidRDefault="00BB7A1E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60001366" w14:textId="43A69180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2110A2">
              <w:rPr>
                <w:rFonts w:ascii="Poppins" w:hAnsi="Poppins" w:cs="Poppins"/>
                <w:b/>
                <w:sz w:val="20"/>
              </w:rPr>
              <w:t>Dati tecnici</w:t>
            </w:r>
            <w:r w:rsidR="00BB7A1E">
              <w:rPr>
                <w:rFonts w:ascii="Poppins" w:hAnsi="Poppins" w:cs="Poppins"/>
                <w:b/>
                <w:sz w:val="20"/>
              </w:rPr>
              <w:t>:</w:t>
            </w:r>
          </w:p>
          <w:p w14:paraId="7DF50C4A" w14:textId="77777777" w:rsidR="002110A2" w:rsidRPr="00BB7A1E" w:rsidRDefault="002110A2" w:rsidP="00F26717">
            <w:pPr>
              <w:pStyle w:val="Paragrafoelenco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Liquido termovettore: glicole propilenico</w:t>
            </w:r>
          </w:p>
          <w:p w14:paraId="3CE563BA" w14:textId="77777777" w:rsidR="002110A2" w:rsidRPr="00BB7A1E" w:rsidRDefault="002110A2" w:rsidP="00F26717">
            <w:pPr>
              <w:pStyle w:val="Paragrafoelenco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Alimentazione elettrica: 230 Vac/ 50 Hz</w:t>
            </w:r>
          </w:p>
          <w:p w14:paraId="472F9F53" w14:textId="77777777" w:rsidR="002110A2" w:rsidRPr="00BB7A1E" w:rsidRDefault="002110A2" w:rsidP="00F26717">
            <w:pPr>
              <w:pStyle w:val="Paragrafoelenco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Classe di isolamento elettrico I; IP44</w:t>
            </w:r>
          </w:p>
          <w:p w14:paraId="09001B4E" w14:textId="77777777" w:rsidR="002110A2" w:rsidRPr="00BB7A1E" w:rsidRDefault="002110A2" w:rsidP="00F26717">
            <w:pPr>
              <w:pStyle w:val="Paragrafoelenco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Lunghezza cavo: 1200 mm</w:t>
            </w:r>
          </w:p>
          <w:p w14:paraId="6424453E" w14:textId="77777777" w:rsidR="002110A2" w:rsidRPr="00BB7A1E" w:rsidRDefault="002110A2" w:rsidP="00F26717">
            <w:pPr>
              <w:pStyle w:val="Paragrafoelenco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Potenza elettrica nominale: 1000 W (+5/10%)</w:t>
            </w:r>
          </w:p>
          <w:p w14:paraId="5E81476B" w14:textId="77777777" w:rsidR="002110A2" w:rsidRPr="00BB7A1E" w:rsidRDefault="002110A2" w:rsidP="00F26717">
            <w:pPr>
              <w:pStyle w:val="Paragrafoelenco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Dimensioni (LxHxP) 600x1755x30 mm</w:t>
            </w:r>
          </w:p>
          <w:p w14:paraId="209DC34B" w14:textId="77777777" w:rsidR="002110A2" w:rsidRPr="00BB7A1E" w:rsidRDefault="002110A2" w:rsidP="00F26717">
            <w:pPr>
              <w:pStyle w:val="Paragrafoelenco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Peso: 18,23 kg</w:t>
            </w:r>
          </w:p>
          <w:p w14:paraId="5F59CB8B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12E26F49" w14:textId="4F1E5D08" w:rsidR="002110A2" w:rsidRPr="002110A2" w:rsidRDefault="002110A2" w:rsidP="00F2671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2110A2">
              <w:rPr>
                <w:rFonts w:ascii="Poppins" w:hAnsi="Poppins" w:cs="Poppins"/>
                <w:b/>
              </w:rPr>
              <w:t xml:space="preserve">Marca </w:t>
            </w:r>
            <w:r w:rsidR="00BB7A1E">
              <w:rPr>
                <w:rFonts w:ascii="Poppins" w:hAnsi="Poppins" w:cs="Poppins"/>
                <w:b/>
              </w:rPr>
              <w:t>Emmeti</w:t>
            </w:r>
            <w:r w:rsidRPr="002110A2">
              <w:rPr>
                <w:rFonts w:ascii="Poppins" w:hAnsi="Poppins" w:cs="Poppins"/>
                <w:b/>
              </w:rPr>
              <w:t xml:space="preserve"> – Modello Scaldasalviette elettrico, dritto, in acciaio, Canaletto E 1000 W, senza controllo incorporato, colore bianco, 1755-600 o equivalente</w:t>
            </w:r>
            <w:r w:rsidR="00BB7A1E">
              <w:rPr>
                <w:rFonts w:ascii="Poppins" w:hAnsi="Poppins" w:cs="Poppins"/>
                <w:b/>
              </w:rPr>
              <w:t>.</w:t>
            </w:r>
          </w:p>
        </w:tc>
      </w:tr>
      <w:tr w:rsidR="002110A2" w:rsidRPr="00B0544D" w14:paraId="6E0D7FA3" w14:textId="77777777" w:rsidTr="00840558">
        <w:tc>
          <w:tcPr>
            <w:tcW w:w="1311" w:type="dxa"/>
          </w:tcPr>
          <w:p w14:paraId="48A5A48E" w14:textId="77777777" w:rsidR="002110A2" w:rsidRPr="002110A2" w:rsidRDefault="002110A2" w:rsidP="002110A2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110A2">
              <w:rPr>
                <w:rFonts w:ascii="Poppins" w:hAnsi="Poppins" w:cs="Poppins"/>
              </w:rPr>
              <w:t>52000360</w:t>
            </w:r>
          </w:p>
        </w:tc>
        <w:tc>
          <w:tcPr>
            <w:tcW w:w="2086" w:type="dxa"/>
          </w:tcPr>
          <w:p w14:paraId="15A6B38E" w14:textId="77777777" w:rsidR="002110A2" w:rsidRPr="002110A2" w:rsidRDefault="002110A2" w:rsidP="002110A2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110A2">
              <w:rPr>
                <w:rFonts w:ascii="Poppins" w:hAnsi="Poppins" w:cs="Poppins"/>
              </w:rPr>
              <w:t>Scaldasalviette elettrico, dritto, in acciaio, Canaletto E 300 W senza controllo incorporato, cromato,</w:t>
            </w:r>
          </w:p>
          <w:p w14:paraId="37430B81" w14:textId="77777777" w:rsidR="002110A2" w:rsidRPr="002110A2" w:rsidRDefault="002110A2" w:rsidP="002110A2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110A2">
              <w:rPr>
                <w:rFonts w:ascii="Poppins" w:hAnsi="Poppins" w:cs="Poppins"/>
              </w:rPr>
              <w:t>770-600</w:t>
            </w:r>
          </w:p>
        </w:tc>
        <w:tc>
          <w:tcPr>
            <w:tcW w:w="6101" w:type="dxa"/>
          </w:tcPr>
          <w:p w14:paraId="221D2131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Scaldasalviette elettrico con tubi orizzontali diritti a sezione circolare.</w:t>
            </w:r>
          </w:p>
          <w:p w14:paraId="528F19A9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 xml:space="preserve">Costruzione in acciaio saldobrasato e cromato. </w:t>
            </w:r>
          </w:p>
          <w:p w14:paraId="56D83F76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Tubi orizzontali:</w:t>
            </w:r>
            <w:r w:rsidRPr="002110A2">
              <w:rPr>
                <w:rFonts w:ascii="Poppins" w:hAnsi="Poppins" w:cs="Poppins"/>
                <w:sz w:val="20"/>
                <w:shd w:val="clear" w:color="auto" w:fill="FFFFFF"/>
              </w:rPr>
              <w:t xml:space="preserve"> Ø 22 mm</w:t>
            </w:r>
          </w:p>
          <w:p w14:paraId="41076E41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Tubi verticali: profilo a D, 40 x 30 mm</w:t>
            </w:r>
          </w:p>
          <w:p w14:paraId="551D8C07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Elemento riscaldante: resistenza elettrica a cartuccia.</w:t>
            </w:r>
          </w:p>
          <w:p w14:paraId="6991CF44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Senza controllo incorporato e senza spina elettrica.</w:t>
            </w:r>
          </w:p>
          <w:p w14:paraId="19C96508" w14:textId="77777777" w:rsid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Fornito completo di kit di fissaggio a muro.</w:t>
            </w:r>
          </w:p>
          <w:p w14:paraId="6A745715" w14:textId="77777777" w:rsidR="00BB7A1E" w:rsidRPr="002110A2" w:rsidRDefault="00BB7A1E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5E35AB03" w14:textId="211A8754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2110A2">
              <w:rPr>
                <w:rFonts w:ascii="Poppins" w:hAnsi="Poppins" w:cs="Poppins"/>
                <w:b/>
                <w:sz w:val="20"/>
              </w:rPr>
              <w:t>Dati tecnici</w:t>
            </w:r>
            <w:r w:rsidR="00BB7A1E">
              <w:rPr>
                <w:rFonts w:ascii="Poppins" w:hAnsi="Poppins" w:cs="Poppins"/>
                <w:b/>
                <w:sz w:val="20"/>
              </w:rPr>
              <w:t>:</w:t>
            </w:r>
          </w:p>
          <w:p w14:paraId="4BEE7A64" w14:textId="77777777" w:rsidR="002110A2" w:rsidRPr="00BB7A1E" w:rsidRDefault="002110A2" w:rsidP="00F26717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Liquido termovettore: glicole propilenico</w:t>
            </w:r>
          </w:p>
          <w:p w14:paraId="16DA222D" w14:textId="77777777" w:rsidR="002110A2" w:rsidRPr="00BB7A1E" w:rsidRDefault="002110A2" w:rsidP="00F26717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lastRenderedPageBreak/>
              <w:t>Alimentazione elettrica: 230 Vac/ 50 Hz</w:t>
            </w:r>
          </w:p>
          <w:p w14:paraId="495DD5A4" w14:textId="77777777" w:rsidR="002110A2" w:rsidRPr="00BB7A1E" w:rsidRDefault="002110A2" w:rsidP="00F26717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Classe di isolamento elettrico I; IP44</w:t>
            </w:r>
          </w:p>
          <w:p w14:paraId="2FD9BE62" w14:textId="77777777" w:rsidR="002110A2" w:rsidRPr="00BB7A1E" w:rsidRDefault="002110A2" w:rsidP="00F26717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Lunghezza cavo: 1200 mm</w:t>
            </w:r>
          </w:p>
          <w:p w14:paraId="4F698C38" w14:textId="77777777" w:rsidR="002110A2" w:rsidRPr="00BB7A1E" w:rsidRDefault="002110A2" w:rsidP="00F26717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Potenza elettrica nominale: 300 W (+5/10%)</w:t>
            </w:r>
          </w:p>
          <w:p w14:paraId="1F351949" w14:textId="77777777" w:rsidR="002110A2" w:rsidRPr="00BB7A1E" w:rsidRDefault="002110A2" w:rsidP="00F26717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Dimensioni (LxHxP) 600x7700x30 mm</w:t>
            </w:r>
          </w:p>
          <w:p w14:paraId="5317D04C" w14:textId="77777777" w:rsidR="002110A2" w:rsidRPr="00BB7A1E" w:rsidRDefault="002110A2" w:rsidP="00F26717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Peso: 9,71 kg</w:t>
            </w:r>
          </w:p>
          <w:p w14:paraId="539ED816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0FD4B417" w14:textId="4CC45879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B7A1E">
              <w:rPr>
                <w:rFonts w:ascii="Poppins" w:hAnsi="Poppins" w:cs="Poppins"/>
                <w:b/>
                <w:sz w:val="20"/>
              </w:rPr>
              <w:t>Emmeti</w:t>
            </w:r>
            <w:r w:rsidRPr="002110A2">
              <w:rPr>
                <w:rFonts w:ascii="Poppins" w:hAnsi="Poppins" w:cs="Poppins"/>
                <w:b/>
                <w:sz w:val="20"/>
              </w:rPr>
              <w:t xml:space="preserve"> – Modello Scaldasalviette elettrico, dritto, in acciaio, Canaletto E 300 W, senza controllo incorporato, cromato, 770-600 o equivalente</w:t>
            </w:r>
            <w:r w:rsidR="00BB7A1E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110A2" w:rsidRPr="00B0544D" w14:paraId="512886F2" w14:textId="77777777" w:rsidTr="00840558">
        <w:tc>
          <w:tcPr>
            <w:tcW w:w="1311" w:type="dxa"/>
          </w:tcPr>
          <w:p w14:paraId="16E693A4" w14:textId="77777777" w:rsidR="002110A2" w:rsidRPr="002110A2" w:rsidRDefault="002110A2" w:rsidP="002110A2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110A2">
              <w:rPr>
                <w:rFonts w:ascii="Poppins" w:hAnsi="Poppins" w:cs="Poppins"/>
              </w:rPr>
              <w:lastRenderedPageBreak/>
              <w:t>52000362</w:t>
            </w:r>
          </w:p>
        </w:tc>
        <w:tc>
          <w:tcPr>
            <w:tcW w:w="2086" w:type="dxa"/>
          </w:tcPr>
          <w:p w14:paraId="26BAC522" w14:textId="77777777" w:rsidR="002110A2" w:rsidRPr="002110A2" w:rsidRDefault="002110A2" w:rsidP="002110A2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110A2">
              <w:rPr>
                <w:rFonts w:ascii="Poppins" w:hAnsi="Poppins" w:cs="Poppins"/>
              </w:rPr>
              <w:t>Scaldasalviette elettrico, dritto, in acciaio, Canaletto E 400 W senza controllo incorporato, cromato,</w:t>
            </w:r>
          </w:p>
          <w:p w14:paraId="662978EC" w14:textId="77777777" w:rsidR="002110A2" w:rsidRPr="002110A2" w:rsidRDefault="002110A2" w:rsidP="002110A2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110A2">
              <w:rPr>
                <w:rFonts w:ascii="Poppins" w:hAnsi="Poppins" w:cs="Poppins"/>
              </w:rPr>
              <w:t>1150-500</w:t>
            </w:r>
          </w:p>
        </w:tc>
        <w:tc>
          <w:tcPr>
            <w:tcW w:w="6101" w:type="dxa"/>
          </w:tcPr>
          <w:p w14:paraId="6010F230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Scaldasalviette elettrico con tubi orizzontali diritti a sezione circolare.</w:t>
            </w:r>
          </w:p>
          <w:p w14:paraId="05281054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 xml:space="preserve">Costruzione in acciaio saldobrasato e cromato. </w:t>
            </w:r>
          </w:p>
          <w:p w14:paraId="6D0727C7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Tubi orizzontali:</w:t>
            </w:r>
            <w:r w:rsidRPr="002110A2">
              <w:rPr>
                <w:rFonts w:ascii="Poppins" w:hAnsi="Poppins" w:cs="Poppins"/>
                <w:sz w:val="20"/>
                <w:shd w:val="clear" w:color="auto" w:fill="FFFFFF"/>
              </w:rPr>
              <w:t xml:space="preserve"> Ø 22 mm</w:t>
            </w:r>
          </w:p>
          <w:p w14:paraId="468DDF26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Tubi verticali: profilo a D, 40 x 30 mm</w:t>
            </w:r>
          </w:p>
          <w:p w14:paraId="4BB69756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Elemento riscaldante: resistenza elettrica a cartuccia.</w:t>
            </w:r>
          </w:p>
          <w:p w14:paraId="36D8929D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Senza controllo incorporato e senza spina elettrica.</w:t>
            </w:r>
          </w:p>
          <w:p w14:paraId="2D7D58BE" w14:textId="77777777" w:rsid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Fornito completo di kit di fissaggio a muro.</w:t>
            </w:r>
          </w:p>
          <w:p w14:paraId="4F6740EB" w14:textId="77777777" w:rsidR="00BB7A1E" w:rsidRPr="002110A2" w:rsidRDefault="00BB7A1E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3CC24458" w14:textId="62B0EB9C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2110A2">
              <w:rPr>
                <w:rFonts w:ascii="Poppins" w:hAnsi="Poppins" w:cs="Poppins"/>
                <w:b/>
                <w:sz w:val="20"/>
              </w:rPr>
              <w:t>Dati tecnici</w:t>
            </w:r>
            <w:r w:rsidR="00BB7A1E">
              <w:rPr>
                <w:rFonts w:ascii="Poppins" w:hAnsi="Poppins" w:cs="Poppins"/>
                <w:b/>
                <w:sz w:val="20"/>
              </w:rPr>
              <w:t>:</w:t>
            </w:r>
          </w:p>
          <w:p w14:paraId="03C4BD36" w14:textId="77777777" w:rsidR="002110A2" w:rsidRPr="00BB7A1E" w:rsidRDefault="002110A2" w:rsidP="00F26717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Liquido termovettore: glicole propilenico</w:t>
            </w:r>
          </w:p>
          <w:p w14:paraId="2D9B80E8" w14:textId="77777777" w:rsidR="002110A2" w:rsidRPr="00BB7A1E" w:rsidRDefault="002110A2" w:rsidP="00F26717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Alimentazione elettrica: 230 Vac/ 50 Hz</w:t>
            </w:r>
          </w:p>
          <w:p w14:paraId="41AD1847" w14:textId="77777777" w:rsidR="002110A2" w:rsidRPr="00BB7A1E" w:rsidRDefault="002110A2" w:rsidP="00F26717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Classe di isolamento elettrico I; IP44</w:t>
            </w:r>
          </w:p>
          <w:p w14:paraId="28892706" w14:textId="77777777" w:rsidR="002110A2" w:rsidRPr="00BB7A1E" w:rsidRDefault="002110A2" w:rsidP="00F26717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Lunghezza cavo: 1200 mm</w:t>
            </w:r>
          </w:p>
          <w:p w14:paraId="30AAD2BE" w14:textId="77777777" w:rsidR="002110A2" w:rsidRPr="00BB7A1E" w:rsidRDefault="002110A2" w:rsidP="00F26717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Potenza elettrica nominale: 400 W (+5/10%)</w:t>
            </w:r>
          </w:p>
          <w:p w14:paraId="24639A64" w14:textId="77777777" w:rsidR="002110A2" w:rsidRPr="00BB7A1E" w:rsidRDefault="002110A2" w:rsidP="00F26717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Dimensioni (LxHxP) 500x1150x30 mm</w:t>
            </w:r>
          </w:p>
          <w:p w14:paraId="1C26C03A" w14:textId="77777777" w:rsidR="002110A2" w:rsidRPr="00BB7A1E" w:rsidRDefault="002110A2" w:rsidP="00F26717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Peso: 12,22 kg</w:t>
            </w:r>
          </w:p>
          <w:p w14:paraId="15A93901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17FC9D3A" w14:textId="1BCC0218" w:rsidR="002110A2" w:rsidRPr="002110A2" w:rsidRDefault="002110A2" w:rsidP="00F2671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2110A2">
              <w:rPr>
                <w:rFonts w:ascii="Poppins" w:hAnsi="Poppins" w:cs="Poppins"/>
                <w:b/>
              </w:rPr>
              <w:t xml:space="preserve">Marca </w:t>
            </w:r>
            <w:r w:rsidR="00BB7A1E">
              <w:rPr>
                <w:rFonts w:ascii="Poppins" w:hAnsi="Poppins" w:cs="Poppins"/>
                <w:b/>
              </w:rPr>
              <w:t>Emmeti</w:t>
            </w:r>
            <w:r w:rsidRPr="002110A2">
              <w:rPr>
                <w:rFonts w:ascii="Poppins" w:hAnsi="Poppins" w:cs="Poppins"/>
                <w:b/>
              </w:rPr>
              <w:t xml:space="preserve"> – Modello Scaldasalviette elettrico, dritto, in acciaio, Canaletto E 400 W, senza controllo incorporato, cromato, 1150-500 o equivalente</w:t>
            </w:r>
            <w:r w:rsidR="00BB7A1E">
              <w:rPr>
                <w:rFonts w:ascii="Poppins" w:hAnsi="Poppins" w:cs="Poppins"/>
                <w:b/>
              </w:rPr>
              <w:t>.</w:t>
            </w:r>
          </w:p>
        </w:tc>
      </w:tr>
      <w:tr w:rsidR="002110A2" w:rsidRPr="00B0544D" w14:paraId="19015937" w14:textId="77777777" w:rsidTr="00840558">
        <w:tc>
          <w:tcPr>
            <w:tcW w:w="1311" w:type="dxa"/>
          </w:tcPr>
          <w:p w14:paraId="1ACDD9B1" w14:textId="77777777" w:rsidR="002110A2" w:rsidRPr="002110A2" w:rsidRDefault="002110A2" w:rsidP="002110A2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110A2">
              <w:rPr>
                <w:rFonts w:ascii="Poppins" w:hAnsi="Poppins" w:cs="Poppins"/>
              </w:rPr>
              <w:t>52000390</w:t>
            </w:r>
          </w:p>
        </w:tc>
        <w:tc>
          <w:tcPr>
            <w:tcW w:w="2086" w:type="dxa"/>
          </w:tcPr>
          <w:p w14:paraId="662524BA" w14:textId="77777777" w:rsidR="002110A2" w:rsidRPr="002110A2" w:rsidRDefault="002110A2" w:rsidP="002110A2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110A2">
              <w:rPr>
                <w:rFonts w:ascii="Poppins" w:hAnsi="Poppins" w:cs="Poppins"/>
              </w:rPr>
              <w:t>Scaldasalviette elettrico, dritto, in acciaio, Canaletto E 600 W senza controllo incorporato, cromato,</w:t>
            </w:r>
          </w:p>
          <w:p w14:paraId="39FEF413" w14:textId="77777777" w:rsidR="002110A2" w:rsidRPr="002110A2" w:rsidRDefault="002110A2" w:rsidP="002110A2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110A2">
              <w:rPr>
                <w:rFonts w:ascii="Poppins" w:hAnsi="Poppins" w:cs="Poppins"/>
              </w:rPr>
              <w:t>1755-500</w:t>
            </w:r>
          </w:p>
        </w:tc>
        <w:tc>
          <w:tcPr>
            <w:tcW w:w="6101" w:type="dxa"/>
          </w:tcPr>
          <w:p w14:paraId="04E64417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Scaldasalviette elettrico con tubi orizzontali diritti a sezione circolare.</w:t>
            </w:r>
          </w:p>
          <w:p w14:paraId="10CEC8E7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 xml:space="preserve">Costruzione in acciaio saldobrasato e cromato. </w:t>
            </w:r>
          </w:p>
          <w:p w14:paraId="67FDEF47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Tubi orizzontali:</w:t>
            </w:r>
            <w:r w:rsidRPr="002110A2">
              <w:rPr>
                <w:rFonts w:ascii="Poppins" w:hAnsi="Poppins" w:cs="Poppins"/>
                <w:sz w:val="20"/>
                <w:shd w:val="clear" w:color="auto" w:fill="FFFFFF"/>
              </w:rPr>
              <w:t xml:space="preserve"> Ø 22 mm</w:t>
            </w:r>
          </w:p>
          <w:p w14:paraId="13D15AD3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Tubi verticali: profilo a D, 40 x 30 mm</w:t>
            </w:r>
          </w:p>
          <w:p w14:paraId="619616EF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Elemento riscaldante: resistenza elettrica a cartuccia.</w:t>
            </w:r>
          </w:p>
          <w:p w14:paraId="55FAB733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Senza controllo incorporato e senza spina elettrica.</w:t>
            </w:r>
          </w:p>
          <w:p w14:paraId="0E52FA58" w14:textId="77777777" w:rsid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Fornito completo di kit di fissaggio a muro.</w:t>
            </w:r>
          </w:p>
          <w:p w14:paraId="22D75588" w14:textId="77777777" w:rsidR="00BB7A1E" w:rsidRPr="002110A2" w:rsidRDefault="00BB7A1E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205ABB24" w14:textId="25E50976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2110A2">
              <w:rPr>
                <w:rFonts w:ascii="Poppins" w:hAnsi="Poppins" w:cs="Poppins"/>
                <w:b/>
                <w:sz w:val="20"/>
              </w:rPr>
              <w:t>Dati tecnici</w:t>
            </w:r>
            <w:r w:rsidR="00BB7A1E">
              <w:rPr>
                <w:rFonts w:ascii="Poppins" w:hAnsi="Poppins" w:cs="Poppins"/>
                <w:b/>
                <w:sz w:val="20"/>
              </w:rPr>
              <w:t>:</w:t>
            </w:r>
          </w:p>
          <w:p w14:paraId="53CA1E42" w14:textId="77777777" w:rsidR="002110A2" w:rsidRPr="00BB7A1E" w:rsidRDefault="002110A2" w:rsidP="00F26717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lastRenderedPageBreak/>
              <w:t>Liquido termovettore: glicole propilenico</w:t>
            </w:r>
          </w:p>
          <w:p w14:paraId="0BF79D13" w14:textId="77777777" w:rsidR="002110A2" w:rsidRPr="00BB7A1E" w:rsidRDefault="002110A2" w:rsidP="00F26717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Alimentazione elettrica: 230 Vac/ 50 Hz</w:t>
            </w:r>
          </w:p>
          <w:p w14:paraId="3551A63D" w14:textId="77777777" w:rsidR="002110A2" w:rsidRPr="00BB7A1E" w:rsidRDefault="002110A2" w:rsidP="00F26717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Classe di isolamento elettrico I; IP44</w:t>
            </w:r>
          </w:p>
          <w:p w14:paraId="18633ED1" w14:textId="77777777" w:rsidR="002110A2" w:rsidRPr="00BB7A1E" w:rsidRDefault="002110A2" w:rsidP="00F26717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Lunghezza cavo: 1200 mm</w:t>
            </w:r>
          </w:p>
          <w:p w14:paraId="326D846F" w14:textId="77777777" w:rsidR="002110A2" w:rsidRPr="00BB7A1E" w:rsidRDefault="002110A2" w:rsidP="00F26717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Potenza elettrica nominale: 600 W (+5/10%)</w:t>
            </w:r>
          </w:p>
          <w:p w14:paraId="2E7E6C1E" w14:textId="77777777" w:rsidR="002110A2" w:rsidRPr="00BB7A1E" w:rsidRDefault="002110A2" w:rsidP="00F26717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Dimensioni (LxHxP) 500x1755x30 mm</w:t>
            </w:r>
          </w:p>
          <w:p w14:paraId="430693EA" w14:textId="77777777" w:rsidR="002110A2" w:rsidRPr="00BB7A1E" w:rsidRDefault="002110A2" w:rsidP="00F26717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Peso: 18,23 kg</w:t>
            </w:r>
          </w:p>
          <w:p w14:paraId="6E6549C1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3ECB5179" w14:textId="2ADD2FE6" w:rsidR="002110A2" w:rsidRPr="002110A2" w:rsidRDefault="002110A2" w:rsidP="00F2671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2110A2">
              <w:rPr>
                <w:rFonts w:ascii="Poppins" w:hAnsi="Poppins" w:cs="Poppins"/>
                <w:b/>
              </w:rPr>
              <w:t xml:space="preserve">Marca </w:t>
            </w:r>
            <w:r w:rsidR="00BB7A1E">
              <w:rPr>
                <w:rFonts w:ascii="Poppins" w:hAnsi="Poppins" w:cs="Poppins"/>
                <w:b/>
              </w:rPr>
              <w:t>Emmeti</w:t>
            </w:r>
            <w:r w:rsidRPr="002110A2">
              <w:rPr>
                <w:rFonts w:ascii="Poppins" w:hAnsi="Poppins" w:cs="Poppins"/>
                <w:b/>
              </w:rPr>
              <w:t xml:space="preserve"> – Modello Scaldasalviette elettrico, dritto, in acciaio, Canaletto E 600 W, senza controllo incorporato, cromato, 1755-500 o equivalente</w:t>
            </w:r>
            <w:r w:rsidR="00BB7A1E">
              <w:rPr>
                <w:rFonts w:ascii="Poppins" w:hAnsi="Poppins" w:cs="Poppins"/>
                <w:b/>
              </w:rPr>
              <w:t>.</w:t>
            </w:r>
          </w:p>
        </w:tc>
      </w:tr>
      <w:tr w:rsidR="002110A2" w:rsidRPr="00B0544D" w14:paraId="15134ABE" w14:textId="77777777" w:rsidTr="00840558">
        <w:tc>
          <w:tcPr>
            <w:tcW w:w="1311" w:type="dxa"/>
          </w:tcPr>
          <w:p w14:paraId="63C846AE" w14:textId="77777777" w:rsidR="002110A2" w:rsidRPr="002110A2" w:rsidRDefault="002110A2" w:rsidP="002110A2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110A2">
              <w:rPr>
                <w:rFonts w:ascii="Poppins" w:hAnsi="Poppins" w:cs="Poppins"/>
              </w:rPr>
              <w:lastRenderedPageBreak/>
              <w:t>52000366</w:t>
            </w:r>
          </w:p>
        </w:tc>
        <w:tc>
          <w:tcPr>
            <w:tcW w:w="2086" w:type="dxa"/>
          </w:tcPr>
          <w:p w14:paraId="154C67CA" w14:textId="77777777" w:rsidR="002110A2" w:rsidRPr="002110A2" w:rsidRDefault="002110A2" w:rsidP="002110A2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110A2">
              <w:rPr>
                <w:rFonts w:ascii="Poppins" w:hAnsi="Poppins" w:cs="Poppins"/>
              </w:rPr>
              <w:t>Scaldasalviette elettrico, dritto, in acciaio, Canaletto E 700 W senza controllo incorporato, cromato,</w:t>
            </w:r>
          </w:p>
          <w:p w14:paraId="2F367D69" w14:textId="77777777" w:rsidR="002110A2" w:rsidRPr="002110A2" w:rsidRDefault="002110A2" w:rsidP="002110A2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110A2">
              <w:rPr>
                <w:rFonts w:ascii="Poppins" w:hAnsi="Poppins" w:cs="Poppins"/>
              </w:rPr>
              <w:t>1755-600</w:t>
            </w:r>
          </w:p>
        </w:tc>
        <w:tc>
          <w:tcPr>
            <w:tcW w:w="6101" w:type="dxa"/>
          </w:tcPr>
          <w:p w14:paraId="5875F47E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Scaldasalviette elettrico con tubi orizzontali diritti a sezione circolare.</w:t>
            </w:r>
          </w:p>
          <w:p w14:paraId="40316D53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 xml:space="preserve">Costruzione in acciaio saldobrasato e cromato. </w:t>
            </w:r>
          </w:p>
          <w:p w14:paraId="433BE40A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Tubi orizzontali:</w:t>
            </w:r>
            <w:r w:rsidRPr="002110A2">
              <w:rPr>
                <w:rFonts w:ascii="Poppins" w:hAnsi="Poppins" w:cs="Poppins"/>
                <w:sz w:val="20"/>
                <w:shd w:val="clear" w:color="auto" w:fill="FFFFFF"/>
              </w:rPr>
              <w:t xml:space="preserve"> Ø 22 mm</w:t>
            </w:r>
          </w:p>
          <w:p w14:paraId="6BA83A22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Tubi verticali: profilo a D, 40 x 30 mm</w:t>
            </w:r>
          </w:p>
          <w:p w14:paraId="2FCB16C6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Elemento riscaldante: resistenza elettrica a cartuccia.</w:t>
            </w:r>
          </w:p>
          <w:p w14:paraId="1D357D7A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Senza controllo incorporato e senza spina elettrica.</w:t>
            </w:r>
          </w:p>
          <w:p w14:paraId="281B791A" w14:textId="77777777" w:rsid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110A2">
              <w:rPr>
                <w:rFonts w:ascii="Poppins" w:hAnsi="Poppins" w:cs="Poppins"/>
                <w:sz w:val="20"/>
              </w:rPr>
              <w:t>Fornito completo di kit di fissaggio a muro.</w:t>
            </w:r>
          </w:p>
          <w:p w14:paraId="32845541" w14:textId="77777777" w:rsidR="00BB7A1E" w:rsidRPr="002110A2" w:rsidRDefault="00BB7A1E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4101B4BC" w14:textId="3F1899D2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2110A2">
              <w:rPr>
                <w:rFonts w:ascii="Poppins" w:hAnsi="Poppins" w:cs="Poppins"/>
                <w:b/>
                <w:sz w:val="20"/>
              </w:rPr>
              <w:t>Dati tecnici</w:t>
            </w:r>
            <w:r w:rsidR="00BB7A1E">
              <w:rPr>
                <w:rFonts w:ascii="Poppins" w:hAnsi="Poppins" w:cs="Poppins"/>
                <w:b/>
                <w:sz w:val="20"/>
              </w:rPr>
              <w:t>:</w:t>
            </w:r>
          </w:p>
          <w:p w14:paraId="797F656A" w14:textId="77777777" w:rsidR="002110A2" w:rsidRPr="00BB7A1E" w:rsidRDefault="002110A2" w:rsidP="00F26717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Liquido termovettore: glicole propilenico</w:t>
            </w:r>
          </w:p>
          <w:p w14:paraId="27627A89" w14:textId="77777777" w:rsidR="002110A2" w:rsidRPr="00BB7A1E" w:rsidRDefault="002110A2" w:rsidP="00F26717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Alimentazione elettrica: 230 Vac/ 50 Hz</w:t>
            </w:r>
          </w:p>
          <w:p w14:paraId="0803AA52" w14:textId="77777777" w:rsidR="002110A2" w:rsidRPr="00BB7A1E" w:rsidRDefault="002110A2" w:rsidP="00F26717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Classe di isolamento elettrico I; IP44</w:t>
            </w:r>
          </w:p>
          <w:p w14:paraId="0FA9C962" w14:textId="77777777" w:rsidR="002110A2" w:rsidRPr="00BB7A1E" w:rsidRDefault="002110A2" w:rsidP="00F26717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Lunghezza cavo: 1200 mm</w:t>
            </w:r>
          </w:p>
          <w:p w14:paraId="7F9F73EA" w14:textId="77777777" w:rsidR="002110A2" w:rsidRPr="00BB7A1E" w:rsidRDefault="002110A2" w:rsidP="00F26717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Potenza elettrica nominale: 700 W (+5/10%)</w:t>
            </w:r>
          </w:p>
          <w:p w14:paraId="232EC482" w14:textId="77777777" w:rsidR="002110A2" w:rsidRPr="00BB7A1E" w:rsidRDefault="002110A2" w:rsidP="00F26717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Dimensioni (LxHxP) 600x1755x30 mm</w:t>
            </w:r>
          </w:p>
          <w:p w14:paraId="5435634D" w14:textId="77777777" w:rsidR="002110A2" w:rsidRPr="00BB7A1E" w:rsidRDefault="002110A2" w:rsidP="00F26717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B7A1E">
              <w:rPr>
                <w:rFonts w:ascii="Poppins" w:hAnsi="Poppins" w:cs="Poppins"/>
              </w:rPr>
              <w:t>Peso: 20,91 kg</w:t>
            </w:r>
          </w:p>
          <w:p w14:paraId="1F2F6408" w14:textId="77777777" w:rsidR="002110A2" w:rsidRPr="002110A2" w:rsidRDefault="002110A2" w:rsidP="00F2671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781D3F53" w14:textId="74F81A87" w:rsidR="002110A2" w:rsidRPr="002110A2" w:rsidRDefault="002110A2" w:rsidP="00F2671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2110A2">
              <w:rPr>
                <w:rFonts w:ascii="Poppins" w:hAnsi="Poppins" w:cs="Poppins"/>
                <w:b/>
              </w:rPr>
              <w:t xml:space="preserve">Marca </w:t>
            </w:r>
            <w:r w:rsidR="00BB7A1E">
              <w:rPr>
                <w:rFonts w:ascii="Poppins" w:hAnsi="Poppins" w:cs="Poppins"/>
                <w:b/>
              </w:rPr>
              <w:t>Emmeti</w:t>
            </w:r>
            <w:r w:rsidRPr="002110A2">
              <w:rPr>
                <w:rFonts w:ascii="Poppins" w:hAnsi="Poppins" w:cs="Poppins"/>
                <w:b/>
              </w:rPr>
              <w:t xml:space="preserve"> – M Modello Scaldasalviette elettrico, dritto, in acciaio, Canaletto E 700 W, senza controllo incorporato, cromato, 1755-600 o equivalente</w:t>
            </w:r>
            <w:r w:rsidR="00BB7A1E">
              <w:rPr>
                <w:rFonts w:ascii="Poppins" w:hAnsi="Poppins" w:cs="Poppins"/>
                <w:b/>
              </w:rPr>
              <w:t>.</w:t>
            </w:r>
          </w:p>
        </w:tc>
      </w:tr>
      <w:tr w:rsidR="0080550B" w:rsidRPr="00B0544D" w14:paraId="082A0FE6" w14:textId="77777777" w:rsidTr="00A77128">
        <w:tc>
          <w:tcPr>
            <w:tcW w:w="1311" w:type="dxa"/>
          </w:tcPr>
          <w:p w14:paraId="327B154F" w14:textId="127FA9EA" w:rsidR="0080550B" w:rsidRPr="00A77128" w:rsidRDefault="0080550B" w:rsidP="00A77128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A77128">
              <w:rPr>
                <w:rFonts w:ascii="Poppins" w:hAnsi="Poppins" w:cs="Poppins"/>
              </w:rPr>
              <w:t>52900318</w:t>
            </w:r>
          </w:p>
        </w:tc>
        <w:tc>
          <w:tcPr>
            <w:tcW w:w="2086" w:type="dxa"/>
          </w:tcPr>
          <w:p w14:paraId="36ED4A59" w14:textId="46A6346C" w:rsidR="0080550B" w:rsidRPr="00A77128" w:rsidRDefault="0080550B" w:rsidP="00A77128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A77128">
              <w:rPr>
                <w:rFonts w:ascii="Poppins" w:hAnsi="Poppins" w:cs="Poppins"/>
              </w:rPr>
              <w:t>Mensola a parete regolabile RV1 colore bianco RAL 9016</w:t>
            </w:r>
          </w:p>
        </w:tc>
        <w:tc>
          <w:tcPr>
            <w:tcW w:w="6101" w:type="dxa"/>
            <w:vAlign w:val="center"/>
          </w:tcPr>
          <w:p w14:paraId="7135F8D6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Mensola a parete regolabile per radiatori Palladio da abbinare con il distanziale.</w:t>
            </w:r>
          </w:p>
          <w:p w14:paraId="3E980F45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Colore: Bianco RAL 9016</w:t>
            </w:r>
          </w:p>
          <w:p w14:paraId="6A8EA8B3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 xml:space="preserve">Lunghezza regolabile: 70 </w:t>
            </w:r>
            <w:r w:rsidRPr="00E34CFE">
              <w:rPr>
                <w:rFonts w:ascii="Poppins" w:hAnsi="Poppins" w:cs="Poppins"/>
                <w:color w:val="000000"/>
                <w:sz w:val="20"/>
              </w:rPr>
              <w:t>÷ 90 mm</w:t>
            </w:r>
          </w:p>
          <w:p w14:paraId="7DEAC4AC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E64B2BE" w14:textId="3287FF09" w:rsidR="0080550B" w:rsidRPr="002110A2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E34CFE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Pr="00E34CFE">
              <w:rPr>
                <w:rFonts w:ascii="Poppins" w:hAnsi="Poppins" w:cs="Poppins"/>
                <w:b/>
                <w:bCs/>
                <w:sz w:val="20"/>
              </w:rPr>
              <w:t>Mensola a parete RV1 per radiatori Palladio</w:t>
            </w:r>
            <w:r w:rsidRPr="00E34CFE">
              <w:rPr>
                <w:rFonts w:ascii="Poppins" w:hAnsi="Poppins" w:cs="Poppins"/>
                <w:b/>
                <w:sz w:val="20"/>
              </w:rPr>
              <w:t xml:space="preserve"> bianco RAL 9016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80550B" w:rsidRPr="00B0544D" w14:paraId="55CE440F" w14:textId="77777777" w:rsidTr="00A77128">
        <w:tc>
          <w:tcPr>
            <w:tcW w:w="1311" w:type="dxa"/>
          </w:tcPr>
          <w:p w14:paraId="50B09B1C" w14:textId="77777777" w:rsidR="0080550B" w:rsidRPr="002110A2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</w:p>
        </w:tc>
        <w:tc>
          <w:tcPr>
            <w:tcW w:w="2086" w:type="dxa"/>
          </w:tcPr>
          <w:p w14:paraId="223B4FA0" w14:textId="264FBC2F" w:rsidR="0080550B" w:rsidRPr="002110A2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Mensola a parete regolabile RV1 colorata</w:t>
            </w:r>
          </w:p>
        </w:tc>
        <w:tc>
          <w:tcPr>
            <w:tcW w:w="6101" w:type="dxa"/>
            <w:vAlign w:val="center"/>
          </w:tcPr>
          <w:p w14:paraId="5BF32E97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Mensola a parete regolabile per radiatori Palladio da abbinare con il distanziale.</w:t>
            </w:r>
          </w:p>
          <w:p w14:paraId="1B4F36B1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 xml:space="preserve">Colore: </w:t>
            </w:r>
            <w:r w:rsidRPr="00E34CFE">
              <w:rPr>
                <w:rFonts w:ascii="Poppins" w:hAnsi="Poppins" w:cs="Poppins"/>
                <w:i/>
                <w:sz w:val="20"/>
              </w:rPr>
              <w:t>Vedere gamma colori</w:t>
            </w:r>
          </w:p>
          <w:p w14:paraId="48F1E3FD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 xml:space="preserve">Lunghezza regolabile: 70 </w:t>
            </w:r>
            <w:r w:rsidRPr="00E34CFE">
              <w:rPr>
                <w:rFonts w:ascii="Poppins" w:hAnsi="Poppins" w:cs="Poppins"/>
                <w:color w:val="000000"/>
                <w:sz w:val="20"/>
              </w:rPr>
              <w:t>÷ 90 mm</w:t>
            </w:r>
          </w:p>
          <w:p w14:paraId="02C449E4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4777B101" w14:textId="3F534F4C" w:rsidR="0080550B" w:rsidRPr="002110A2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E34CFE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E34CFE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Pr="00E34CFE">
              <w:rPr>
                <w:rFonts w:ascii="Poppins" w:hAnsi="Poppins" w:cs="Poppins"/>
                <w:b/>
                <w:bCs/>
                <w:sz w:val="20"/>
              </w:rPr>
              <w:t>Mensola a parete RV1 per radiatori Palladio</w:t>
            </w:r>
            <w:r w:rsidRPr="00E34CFE">
              <w:rPr>
                <w:rFonts w:ascii="Poppins" w:hAnsi="Poppins" w:cs="Poppins"/>
                <w:b/>
                <w:sz w:val="20"/>
              </w:rPr>
              <w:t xml:space="preserve"> colorata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80550B" w:rsidRPr="00B0544D" w14:paraId="36372621" w14:textId="77777777" w:rsidTr="00A77128">
        <w:tc>
          <w:tcPr>
            <w:tcW w:w="1311" w:type="dxa"/>
          </w:tcPr>
          <w:p w14:paraId="6515E557" w14:textId="7A15FB89" w:rsidR="0080550B" w:rsidRPr="002110A2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52900320</w:t>
            </w:r>
          </w:p>
        </w:tc>
        <w:tc>
          <w:tcPr>
            <w:tcW w:w="2086" w:type="dxa"/>
          </w:tcPr>
          <w:p w14:paraId="140C180B" w14:textId="385FC150" w:rsidR="0080550B" w:rsidRPr="002110A2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Mensola a parete regolabile RV2 colore bianco RAL 9016</w:t>
            </w:r>
          </w:p>
        </w:tc>
        <w:tc>
          <w:tcPr>
            <w:tcW w:w="6101" w:type="dxa"/>
            <w:vAlign w:val="center"/>
          </w:tcPr>
          <w:p w14:paraId="4C87EE5B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Mensola a parete regolabile per radiatori Palladio da abbinare con il distanziale.</w:t>
            </w:r>
          </w:p>
          <w:p w14:paraId="15D0002A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Colore: Bianco RAL 9016</w:t>
            </w:r>
          </w:p>
          <w:p w14:paraId="67A2FC55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 xml:space="preserve">Lunghezza regolabile: 90 </w:t>
            </w:r>
            <w:r w:rsidRPr="00E34CFE">
              <w:rPr>
                <w:rFonts w:ascii="Poppins" w:hAnsi="Poppins" w:cs="Poppins"/>
                <w:color w:val="000000"/>
                <w:sz w:val="20"/>
              </w:rPr>
              <w:t>÷ 140 mm</w:t>
            </w:r>
          </w:p>
          <w:p w14:paraId="72B7481B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FD33F7C" w14:textId="7C561DFB" w:rsidR="0080550B" w:rsidRPr="002110A2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E34CFE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Pr="00E34CFE">
              <w:rPr>
                <w:rFonts w:ascii="Poppins" w:hAnsi="Poppins" w:cs="Poppins"/>
                <w:b/>
                <w:bCs/>
                <w:sz w:val="20"/>
              </w:rPr>
              <w:t>Mensola a parete RV2 per radiatori Palladio</w:t>
            </w:r>
            <w:r w:rsidRPr="00E34CFE">
              <w:rPr>
                <w:rFonts w:ascii="Poppins" w:hAnsi="Poppins" w:cs="Poppins"/>
                <w:b/>
                <w:sz w:val="20"/>
              </w:rPr>
              <w:t xml:space="preserve"> bianco RAL 9016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80550B" w:rsidRPr="00B0544D" w14:paraId="2AB7B34F" w14:textId="77777777" w:rsidTr="00A77128">
        <w:tc>
          <w:tcPr>
            <w:tcW w:w="1311" w:type="dxa"/>
          </w:tcPr>
          <w:p w14:paraId="7CBE8EA9" w14:textId="169FB22D" w:rsidR="0080550B" w:rsidRPr="002110A2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</w:p>
        </w:tc>
        <w:tc>
          <w:tcPr>
            <w:tcW w:w="2086" w:type="dxa"/>
          </w:tcPr>
          <w:p w14:paraId="393D36B2" w14:textId="0EC90EDD" w:rsidR="0080550B" w:rsidRPr="002110A2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Mensola a parete regolabile RV2 colorata</w:t>
            </w:r>
          </w:p>
        </w:tc>
        <w:tc>
          <w:tcPr>
            <w:tcW w:w="6101" w:type="dxa"/>
            <w:vAlign w:val="center"/>
          </w:tcPr>
          <w:p w14:paraId="524BDE52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Mensola a parete regolabile per radiatori Palladio da abbinare con il distanziale.</w:t>
            </w:r>
          </w:p>
          <w:p w14:paraId="439CC5CF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 xml:space="preserve">Colore: </w:t>
            </w:r>
            <w:r w:rsidRPr="00E34CFE">
              <w:rPr>
                <w:rFonts w:ascii="Poppins" w:hAnsi="Poppins" w:cs="Poppins"/>
                <w:i/>
                <w:sz w:val="20"/>
              </w:rPr>
              <w:t>Vedere gamma colori</w:t>
            </w:r>
          </w:p>
          <w:p w14:paraId="705D5DC1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 xml:space="preserve">Lunghezza regolabile: 90 </w:t>
            </w:r>
            <w:r w:rsidRPr="00E34CFE">
              <w:rPr>
                <w:rFonts w:ascii="Poppins" w:hAnsi="Poppins" w:cs="Poppins"/>
                <w:color w:val="000000"/>
                <w:sz w:val="20"/>
              </w:rPr>
              <w:t>÷ 140 mm</w:t>
            </w:r>
          </w:p>
          <w:p w14:paraId="48E2A0DC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4B983F0D" w14:textId="3941F98E" w:rsidR="0080550B" w:rsidRPr="002110A2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E34CFE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Pr="00E34CFE">
              <w:rPr>
                <w:rFonts w:ascii="Poppins" w:hAnsi="Poppins" w:cs="Poppins"/>
                <w:b/>
                <w:bCs/>
                <w:sz w:val="20"/>
              </w:rPr>
              <w:t>Mensola a parete RV2 per radiatori Palladio</w:t>
            </w:r>
            <w:r w:rsidRPr="00E34CFE">
              <w:rPr>
                <w:rFonts w:ascii="Poppins" w:hAnsi="Poppins" w:cs="Poppins"/>
                <w:b/>
                <w:sz w:val="20"/>
              </w:rPr>
              <w:t xml:space="preserve"> colorata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80550B" w:rsidRPr="00B0544D" w14:paraId="622A7DC2" w14:textId="77777777" w:rsidTr="00A77128">
        <w:tc>
          <w:tcPr>
            <w:tcW w:w="1311" w:type="dxa"/>
          </w:tcPr>
          <w:p w14:paraId="6466B284" w14:textId="330F8A10" w:rsidR="0080550B" w:rsidRPr="002110A2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52900322</w:t>
            </w:r>
          </w:p>
        </w:tc>
        <w:tc>
          <w:tcPr>
            <w:tcW w:w="2086" w:type="dxa"/>
          </w:tcPr>
          <w:p w14:paraId="4583D38D" w14:textId="76305A9B" w:rsidR="0080550B" w:rsidRPr="002110A2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Mensola a parete regolabile RV3 colore bianco RAL 9016</w:t>
            </w:r>
          </w:p>
        </w:tc>
        <w:tc>
          <w:tcPr>
            <w:tcW w:w="6101" w:type="dxa"/>
            <w:vAlign w:val="center"/>
          </w:tcPr>
          <w:p w14:paraId="3810E17F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Mensola a parete regolabile per radiatori Palladio da abbinare con il distanziale.</w:t>
            </w:r>
          </w:p>
          <w:p w14:paraId="7AA7A245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Colore: Bianco RAL 9016</w:t>
            </w:r>
          </w:p>
          <w:p w14:paraId="0C0928CE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 xml:space="preserve">Lunghezza regolabile: 130 </w:t>
            </w:r>
            <w:r w:rsidRPr="00E34CFE">
              <w:rPr>
                <w:rFonts w:ascii="Poppins" w:hAnsi="Poppins" w:cs="Poppins"/>
                <w:color w:val="000000"/>
                <w:sz w:val="20"/>
              </w:rPr>
              <w:t>÷ 210 mm</w:t>
            </w:r>
          </w:p>
          <w:p w14:paraId="566F2480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2E68FE2" w14:textId="00D82F26" w:rsidR="0080550B" w:rsidRPr="002110A2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E34CFE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Pr="00E34CFE">
              <w:rPr>
                <w:rFonts w:ascii="Poppins" w:hAnsi="Poppins" w:cs="Poppins"/>
                <w:b/>
                <w:bCs/>
                <w:sz w:val="20"/>
              </w:rPr>
              <w:t>Mensola a parete RV3 per radiatori Palladio</w:t>
            </w:r>
            <w:r w:rsidRPr="00E34CFE">
              <w:rPr>
                <w:rFonts w:ascii="Poppins" w:hAnsi="Poppins" w:cs="Poppins"/>
                <w:b/>
                <w:sz w:val="20"/>
              </w:rPr>
              <w:t xml:space="preserve"> bianco RAL 9016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80550B" w:rsidRPr="00B0544D" w14:paraId="6A6F0C14" w14:textId="77777777" w:rsidTr="00A77128">
        <w:tc>
          <w:tcPr>
            <w:tcW w:w="1311" w:type="dxa"/>
          </w:tcPr>
          <w:p w14:paraId="13275F36" w14:textId="111EE7B7" w:rsidR="0080550B" w:rsidRPr="002110A2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</w:p>
        </w:tc>
        <w:tc>
          <w:tcPr>
            <w:tcW w:w="2086" w:type="dxa"/>
          </w:tcPr>
          <w:p w14:paraId="05E36857" w14:textId="009586D2" w:rsidR="0080550B" w:rsidRPr="002110A2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Mensola a parete regolabile RV3 colorata</w:t>
            </w:r>
          </w:p>
        </w:tc>
        <w:tc>
          <w:tcPr>
            <w:tcW w:w="6101" w:type="dxa"/>
            <w:vAlign w:val="center"/>
          </w:tcPr>
          <w:p w14:paraId="0361DABE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Mensola a parete regolabile per radiatori Palladio da abbinare con il distanziale.</w:t>
            </w:r>
          </w:p>
          <w:p w14:paraId="5C116FB1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 xml:space="preserve">Colore: </w:t>
            </w:r>
            <w:r w:rsidRPr="00E34CFE">
              <w:rPr>
                <w:rFonts w:ascii="Poppins" w:hAnsi="Poppins" w:cs="Poppins"/>
                <w:i/>
                <w:sz w:val="20"/>
              </w:rPr>
              <w:t>Vedere gamma colori</w:t>
            </w:r>
          </w:p>
          <w:p w14:paraId="23F6C180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 xml:space="preserve">Lunghezza regolabile: 130 </w:t>
            </w:r>
            <w:r w:rsidRPr="00E34CFE">
              <w:rPr>
                <w:rFonts w:ascii="Poppins" w:hAnsi="Poppins" w:cs="Poppins"/>
                <w:color w:val="000000"/>
                <w:sz w:val="20"/>
              </w:rPr>
              <w:t>÷ 210 mm</w:t>
            </w:r>
          </w:p>
          <w:p w14:paraId="4C6A10F5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011DAC7E" w14:textId="1C196F75" w:rsidR="0080550B" w:rsidRPr="002110A2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E34CFE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Pr="00E34CFE">
              <w:rPr>
                <w:rFonts w:ascii="Poppins" w:hAnsi="Poppins" w:cs="Poppins"/>
                <w:b/>
                <w:bCs/>
                <w:sz w:val="20"/>
              </w:rPr>
              <w:t>Mensola a parete RV3 per radiatori Palladio</w:t>
            </w:r>
            <w:r w:rsidRPr="00E34CFE">
              <w:rPr>
                <w:rFonts w:ascii="Poppins" w:hAnsi="Poppins" w:cs="Poppins"/>
                <w:b/>
                <w:sz w:val="20"/>
              </w:rPr>
              <w:t xml:space="preserve"> colorata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80550B" w:rsidRPr="00B0544D" w14:paraId="3877FD5C" w14:textId="77777777" w:rsidTr="00A77128">
        <w:tc>
          <w:tcPr>
            <w:tcW w:w="1311" w:type="dxa"/>
          </w:tcPr>
          <w:p w14:paraId="412F3ED9" w14:textId="16D596ED" w:rsidR="0080550B" w:rsidRPr="002110A2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52900324</w:t>
            </w:r>
          </w:p>
        </w:tc>
        <w:tc>
          <w:tcPr>
            <w:tcW w:w="2086" w:type="dxa"/>
          </w:tcPr>
          <w:p w14:paraId="05B8C014" w14:textId="1B0BB726" w:rsidR="0080550B" w:rsidRPr="002110A2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Distanziale in plastica trasparente</w:t>
            </w:r>
          </w:p>
        </w:tc>
        <w:tc>
          <w:tcPr>
            <w:tcW w:w="6101" w:type="dxa"/>
            <w:vAlign w:val="center"/>
          </w:tcPr>
          <w:p w14:paraId="2B7DF75C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Distanziale in plastica trasparente per radiatori Palladio per abbinamento con una singola mensola a parete regolabile RV.</w:t>
            </w:r>
          </w:p>
          <w:p w14:paraId="1A875400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 xml:space="preserve">Distanza dalla parete regolabile: 10 </w:t>
            </w:r>
            <w:r w:rsidRPr="00E34CFE">
              <w:rPr>
                <w:rFonts w:ascii="Poppins" w:hAnsi="Poppins" w:cs="Poppins"/>
                <w:color w:val="000000"/>
                <w:sz w:val="20"/>
              </w:rPr>
              <w:t>÷ 60 mm</w:t>
            </w:r>
          </w:p>
          <w:p w14:paraId="54AE33BA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520F8541" w14:textId="3A035B76" w:rsidR="0080550B" w:rsidRPr="002110A2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/>
                <w:sz w:val="20"/>
              </w:rPr>
              <w:lastRenderedPageBreak/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E34CFE">
              <w:rPr>
                <w:rFonts w:ascii="Poppins" w:hAnsi="Poppins" w:cs="Poppins"/>
                <w:b/>
                <w:sz w:val="20"/>
              </w:rPr>
              <w:t xml:space="preserve"> – Modello Distanziale in plastica trasparente per radiatori Palladio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80550B" w:rsidRPr="00B0544D" w14:paraId="2F3A6DD4" w14:textId="77777777" w:rsidTr="00A77128">
        <w:tc>
          <w:tcPr>
            <w:tcW w:w="1311" w:type="dxa"/>
          </w:tcPr>
          <w:p w14:paraId="6E3F77BA" w14:textId="2DD87F22" w:rsidR="0080550B" w:rsidRPr="002110A2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lastRenderedPageBreak/>
              <w:t>52900360</w:t>
            </w:r>
          </w:p>
        </w:tc>
        <w:tc>
          <w:tcPr>
            <w:tcW w:w="2086" w:type="dxa"/>
          </w:tcPr>
          <w:p w14:paraId="6591F6D8" w14:textId="77777777" w:rsidR="0080550B" w:rsidRPr="00E34CFE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 xml:space="preserve">Mensola a parete </w:t>
            </w:r>
          </w:p>
          <w:p w14:paraId="3DE6CE70" w14:textId="2BB79EDA" w:rsidR="0080550B" w:rsidRPr="002110A2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Rad. H 155 – 2 colonne colore bianco RAL 9016</w:t>
            </w:r>
          </w:p>
        </w:tc>
        <w:tc>
          <w:tcPr>
            <w:tcW w:w="6101" w:type="dxa"/>
            <w:vAlign w:val="center"/>
          </w:tcPr>
          <w:p w14:paraId="3E55D7A1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 xml:space="preserve">Mensola a parete per radiatori Palladio a 2 colonne H 155 mm </w:t>
            </w:r>
          </w:p>
          <w:p w14:paraId="7E3E0B6F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Colore: Bianco RAL 9016</w:t>
            </w:r>
          </w:p>
          <w:p w14:paraId="2D499A43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Distanza dalla parete: 40 mm</w:t>
            </w:r>
          </w:p>
          <w:p w14:paraId="7BAFB668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728470D" w14:textId="1EF5AB38" w:rsidR="0080550B" w:rsidRPr="002110A2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E34CFE">
              <w:rPr>
                <w:rFonts w:ascii="Poppins" w:hAnsi="Poppins" w:cs="Poppins"/>
                <w:b/>
                <w:sz w:val="20"/>
              </w:rPr>
              <w:t xml:space="preserve"> – Modello Mensola a parete Rad. H 155 – 2 colonne colore bianco RAL 9016 per radiatori Palladio 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80550B" w:rsidRPr="00B0544D" w14:paraId="41ABF12F" w14:textId="77777777" w:rsidTr="00A77128">
        <w:tc>
          <w:tcPr>
            <w:tcW w:w="1311" w:type="dxa"/>
          </w:tcPr>
          <w:p w14:paraId="6F942904" w14:textId="77777777" w:rsidR="0080550B" w:rsidRPr="002110A2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</w:p>
        </w:tc>
        <w:tc>
          <w:tcPr>
            <w:tcW w:w="2086" w:type="dxa"/>
          </w:tcPr>
          <w:p w14:paraId="51B64B80" w14:textId="77777777" w:rsidR="0080550B" w:rsidRPr="00E34CFE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 xml:space="preserve">Mensola a parete </w:t>
            </w:r>
          </w:p>
          <w:p w14:paraId="0760307A" w14:textId="597B4444" w:rsidR="0080550B" w:rsidRPr="002110A2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Rad. H 155 – 2 colonne colorato</w:t>
            </w:r>
          </w:p>
        </w:tc>
        <w:tc>
          <w:tcPr>
            <w:tcW w:w="6101" w:type="dxa"/>
            <w:vAlign w:val="center"/>
          </w:tcPr>
          <w:p w14:paraId="68F6CB94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 xml:space="preserve">Mensola a parete per radiatori Palladio a 2 colonne H 155 mm </w:t>
            </w:r>
          </w:p>
          <w:p w14:paraId="5EECD5AA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 xml:space="preserve">Colore: </w:t>
            </w:r>
            <w:r w:rsidRPr="00E34CFE">
              <w:rPr>
                <w:rFonts w:ascii="Poppins" w:hAnsi="Poppins" w:cs="Poppins"/>
                <w:i/>
                <w:sz w:val="20"/>
              </w:rPr>
              <w:t>Vedere gamma colori</w:t>
            </w:r>
          </w:p>
          <w:p w14:paraId="3ECDBFFD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Distanza dalla parete: 40 mm</w:t>
            </w:r>
          </w:p>
          <w:p w14:paraId="764B0F98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0B59899" w14:textId="38A22D62" w:rsidR="0080550B" w:rsidRPr="002110A2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E34CFE">
              <w:rPr>
                <w:rFonts w:ascii="Poppins" w:hAnsi="Poppins" w:cs="Poppins"/>
                <w:b/>
                <w:sz w:val="20"/>
              </w:rPr>
              <w:t xml:space="preserve"> – Modello Mensola a parete Rad. H 155 – 2 colonne colorato per radiatori Palladio 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80550B" w:rsidRPr="00B0544D" w14:paraId="53592A3C" w14:textId="77777777" w:rsidTr="00A77128">
        <w:tc>
          <w:tcPr>
            <w:tcW w:w="1311" w:type="dxa"/>
          </w:tcPr>
          <w:p w14:paraId="7C507C7A" w14:textId="40B3E97C" w:rsidR="0080550B" w:rsidRPr="002110A2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52900362</w:t>
            </w:r>
          </w:p>
        </w:tc>
        <w:tc>
          <w:tcPr>
            <w:tcW w:w="2086" w:type="dxa"/>
          </w:tcPr>
          <w:p w14:paraId="51110E91" w14:textId="77777777" w:rsidR="0080550B" w:rsidRPr="00E34CFE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 xml:space="preserve">Mensola a parete </w:t>
            </w:r>
          </w:p>
          <w:p w14:paraId="21761243" w14:textId="1668A652" w:rsidR="0080550B" w:rsidRPr="002110A2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Rad. H 155 – 3 colonne colore bianco RAL 9016</w:t>
            </w:r>
          </w:p>
        </w:tc>
        <w:tc>
          <w:tcPr>
            <w:tcW w:w="6101" w:type="dxa"/>
            <w:vAlign w:val="center"/>
          </w:tcPr>
          <w:p w14:paraId="47C162DE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 xml:space="preserve">Mensola a parete per radiatori Palladio a 3 colonne H. 155 mm </w:t>
            </w:r>
          </w:p>
          <w:p w14:paraId="60FAB8A3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Colore: Bianco RAL 9016</w:t>
            </w:r>
          </w:p>
          <w:p w14:paraId="0D8A24D4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Distanza dalla parete: 40 mm</w:t>
            </w:r>
          </w:p>
          <w:p w14:paraId="07B383CE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EB93CAA" w14:textId="0CD41E73" w:rsidR="0080550B" w:rsidRPr="002110A2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E34CFE">
              <w:rPr>
                <w:rFonts w:ascii="Poppins" w:hAnsi="Poppins" w:cs="Poppins"/>
                <w:b/>
                <w:sz w:val="20"/>
              </w:rPr>
              <w:t xml:space="preserve"> – Modello Mensola a parete Rad. H 155 – 3 colonne colore bianco RAL 9016 per radiatori Palladio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80550B" w:rsidRPr="00B0544D" w14:paraId="6700EBB0" w14:textId="77777777" w:rsidTr="00A77128">
        <w:tc>
          <w:tcPr>
            <w:tcW w:w="1311" w:type="dxa"/>
          </w:tcPr>
          <w:p w14:paraId="1EB62FF8" w14:textId="77777777" w:rsidR="0080550B" w:rsidRPr="002110A2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</w:p>
        </w:tc>
        <w:tc>
          <w:tcPr>
            <w:tcW w:w="2086" w:type="dxa"/>
          </w:tcPr>
          <w:p w14:paraId="40A0E67D" w14:textId="77777777" w:rsidR="0080550B" w:rsidRPr="00E34CFE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 xml:space="preserve">Mensola a parete </w:t>
            </w:r>
          </w:p>
          <w:p w14:paraId="11504846" w14:textId="77B71289" w:rsidR="0080550B" w:rsidRPr="002110A2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Rad. H 155 – 3 colonne colorato</w:t>
            </w:r>
          </w:p>
        </w:tc>
        <w:tc>
          <w:tcPr>
            <w:tcW w:w="6101" w:type="dxa"/>
            <w:vAlign w:val="center"/>
          </w:tcPr>
          <w:p w14:paraId="454F1CC3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 xml:space="preserve">Mensola a parete per radiatori Palladio a 3 colonne H 155 mm </w:t>
            </w:r>
          </w:p>
          <w:p w14:paraId="070F3C96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 xml:space="preserve">Colore: </w:t>
            </w:r>
            <w:r w:rsidRPr="00E34CFE">
              <w:rPr>
                <w:rFonts w:ascii="Poppins" w:hAnsi="Poppins" w:cs="Poppins"/>
                <w:i/>
                <w:sz w:val="20"/>
              </w:rPr>
              <w:t>Vedere gamma colori</w:t>
            </w:r>
          </w:p>
          <w:p w14:paraId="6E93EE80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Distanza dalla parete: 40 mm</w:t>
            </w:r>
          </w:p>
          <w:p w14:paraId="3C31A48E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D88DFDC" w14:textId="57829F65" w:rsidR="0080550B" w:rsidRPr="002110A2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E34CFE">
              <w:rPr>
                <w:rFonts w:ascii="Poppins" w:hAnsi="Poppins" w:cs="Poppins"/>
                <w:b/>
                <w:sz w:val="20"/>
              </w:rPr>
              <w:t xml:space="preserve"> – Modello Mensola a parete Rad. H 155 – 3 colonne colorato per radiatori Palladio 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80550B" w:rsidRPr="00B0544D" w14:paraId="7CD9209A" w14:textId="77777777" w:rsidTr="00A77128">
        <w:tc>
          <w:tcPr>
            <w:tcW w:w="1311" w:type="dxa"/>
          </w:tcPr>
          <w:p w14:paraId="295EA6F1" w14:textId="4929CE4B" w:rsidR="0080550B" w:rsidRPr="002110A2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52900364</w:t>
            </w:r>
          </w:p>
        </w:tc>
        <w:tc>
          <w:tcPr>
            <w:tcW w:w="2086" w:type="dxa"/>
          </w:tcPr>
          <w:p w14:paraId="63DBDC99" w14:textId="77777777" w:rsidR="0080550B" w:rsidRPr="00E34CFE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 xml:space="preserve">Mensola a parete </w:t>
            </w:r>
          </w:p>
          <w:p w14:paraId="715A9974" w14:textId="04AAD31F" w:rsidR="0080550B" w:rsidRPr="002110A2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Rad. H 155 – 4 colonne colore bianco RAL 9016</w:t>
            </w:r>
          </w:p>
        </w:tc>
        <w:tc>
          <w:tcPr>
            <w:tcW w:w="6101" w:type="dxa"/>
            <w:vAlign w:val="center"/>
          </w:tcPr>
          <w:p w14:paraId="2871F134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 xml:space="preserve">Mensola a parete per radiatori Palladio a 4 colonne H 155 mm </w:t>
            </w:r>
          </w:p>
          <w:p w14:paraId="363F206C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Colore: Bianco RAL 9016</w:t>
            </w:r>
          </w:p>
          <w:p w14:paraId="2ECBA27B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Distanza dalla parete: 40 mm</w:t>
            </w:r>
          </w:p>
          <w:p w14:paraId="55251AF4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037197A" w14:textId="0B87ED6B" w:rsidR="0080550B" w:rsidRPr="002110A2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E34CFE">
              <w:rPr>
                <w:rFonts w:ascii="Poppins" w:hAnsi="Poppins" w:cs="Poppins"/>
                <w:b/>
                <w:sz w:val="20"/>
              </w:rPr>
              <w:t xml:space="preserve"> – Modello Mensola a parete Rad. H 155 – 4 colonne colore bianco RAL 9016 per radiatori Palladio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80550B" w:rsidRPr="00B0544D" w14:paraId="23B594C3" w14:textId="77777777" w:rsidTr="00A77128">
        <w:tc>
          <w:tcPr>
            <w:tcW w:w="1311" w:type="dxa"/>
          </w:tcPr>
          <w:p w14:paraId="30C4B87F" w14:textId="77777777" w:rsidR="0080550B" w:rsidRPr="002110A2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</w:p>
        </w:tc>
        <w:tc>
          <w:tcPr>
            <w:tcW w:w="2086" w:type="dxa"/>
          </w:tcPr>
          <w:p w14:paraId="78ABCF20" w14:textId="77777777" w:rsidR="0080550B" w:rsidRPr="00E34CFE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 xml:space="preserve">Mensola a parete </w:t>
            </w:r>
          </w:p>
          <w:p w14:paraId="7B96EA3C" w14:textId="7235F3BC" w:rsidR="0080550B" w:rsidRPr="002110A2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Rad. H 155 – 4 colonne colorato</w:t>
            </w:r>
          </w:p>
        </w:tc>
        <w:tc>
          <w:tcPr>
            <w:tcW w:w="6101" w:type="dxa"/>
            <w:vAlign w:val="center"/>
          </w:tcPr>
          <w:p w14:paraId="1AD46FE8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 xml:space="preserve">Mensola a parete per radiatori Palladio a 4 colonne H 155 mm </w:t>
            </w:r>
          </w:p>
          <w:p w14:paraId="62D5CD74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 xml:space="preserve">Colore: </w:t>
            </w:r>
            <w:r w:rsidRPr="00E34CFE">
              <w:rPr>
                <w:rFonts w:ascii="Poppins" w:hAnsi="Poppins" w:cs="Poppins"/>
                <w:i/>
                <w:sz w:val="20"/>
              </w:rPr>
              <w:t>Vedere gamma colori</w:t>
            </w:r>
          </w:p>
          <w:p w14:paraId="3F37C17E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Distanza dalla parete: 40 mm</w:t>
            </w:r>
          </w:p>
          <w:p w14:paraId="5906DD42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698EC7F" w14:textId="776308B0" w:rsidR="0080550B" w:rsidRPr="002110A2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E34CFE">
              <w:rPr>
                <w:rFonts w:ascii="Poppins" w:hAnsi="Poppins" w:cs="Poppins"/>
                <w:b/>
                <w:sz w:val="20"/>
              </w:rPr>
              <w:t xml:space="preserve"> – Modello Mensola a parete Rad. H 155 – 4 colonne colorato per radiatori Palladio 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80550B" w:rsidRPr="00B0544D" w14:paraId="1DD5A585" w14:textId="77777777" w:rsidTr="00A77128">
        <w:tc>
          <w:tcPr>
            <w:tcW w:w="1311" w:type="dxa"/>
          </w:tcPr>
          <w:p w14:paraId="0818C167" w14:textId="2D512E5E" w:rsidR="0080550B" w:rsidRPr="002110A2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52900366</w:t>
            </w:r>
          </w:p>
        </w:tc>
        <w:tc>
          <w:tcPr>
            <w:tcW w:w="2086" w:type="dxa"/>
          </w:tcPr>
          <w:p w14:paraId="1E6C8B51" w14:textId="77777777" w:rsidR="0080550B" w:rsidRPr="00E34CFE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 xml:space="preserve">Mensola a parete </w:t>
            </w:r>
          </w:p>
          <w:p w14:paraId="38C0479D" w14:textId="45295A9F" w:rsidR="0080550B" w:rsidRPr="002110A2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Rad. H 155 – 5 colonne colore bianco RAL 9016</w:t>
            </w:r>
          </w:p>
        </w:tc>
        <w:tc>
          <w:tcPr>
            <w:tcW w:w="6101" w:type="dxa"/>
            <w:vAlign w:val="center"/>
          </w:tcPr>
          <w:p w14:paraId="5E866871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 xml:space="preserve">Mensola a parete per radiatori Palladio a 5 colonne H 155 mm </w:t>
            </w:r>
          </w:p>
          <w:p w14:paraId="6561995B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Colore: Bianco RAL 9016</w:t>
            </w:r>
          </w:p>
          <w:p w14:paraId="6C451DE2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Distanza dalla parete: 40 mm</w:t>
            </w:r>
          </w:p>
          <w:p w14:paraId="32986189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A0E335F" w14:textId="1AE2971E" w:rsidR="0080550B" w:rsidRPr="002110A2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E34CFE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E34CFE">
              <w:rPr>
                <w:rFonts w:ascii="Poppins" w:hAnsi="Poppins" w:cs="Poppins"/>
                <w:b/>
                <w:sz w:val="20"/>
              </w:rPr>
              <w:t xml:space="preserve"> – Modello Mensola a parete Rad. H 155 – 5 colonne colore bianco RAL 9016 per radiatori Palladio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80550B" w:rsidRPr="00B0544D" w14:paraId="680441BA" w14:textId="77777777" w:rsidTr="00A77128">
        <w:tc>
          <w:tcPr>
            <w:tcW w:w="1311" w:type="dxa"/>
          </w:tcPr>
          <w:p w14:paraId="283BA946" w14:textId="77777777" w:rsidR="0080550B" w:rsidRPr="002110A2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</w:p>
        </w:tc>
        <w:tc>
          <w:tcPr>
            <w:tcW w:w="2086" w:type="dxa"/>
          </w:tcPr>
          <w:p w14:paraId="01CC2548" w14:textId="77777777" w:rsidR="0080550B" w:rsidRPr="00E34CFE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 xml:space="preserve">Mensola a parete </w:t>
            </w:r>
          </w:p>
          <w:p w14:paraId="13D9A0A0" w14:textId="0FBEE44C" w:rsidR="0080550B" w:rsidRPr="002110A2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Rad. H 155 – 5 colonne colorato</w:t>
            </w:r>
          </w:p>
        </w:tc>
        <w:tc>
          <w:tcPr>
            <w:tcW w:w="6101" w:type="dxa"/>
            <w:vAlign w:val="center"/>
          </w:tcPr>
          <w:p w14:paraId="2948E060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 xml:space="preserve">Mensola a parete per radiatori Palladio a 5 colonne H 155 mm </w:t>
            </w:r>
          </w:p>
          <w:p w14:paraId="6BD48629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 xml:space="preserve">Colore: </w:t>
            </w:r>
            <w:r w:rsidRPr="00E34CFE">
              <w:rPr>
                <w:rFonts w:ascii="Poppins" w:hAnsi="Poppins" w:cs="Poppins"/>
                <w:i/>
                <w:sz w:val="20"/>
              </w:rPr>
              <w:t>Vedere gamma colori</w:t>
            </w:r>
          </w:p>
          <w:p w14:paraId="532BB114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Distanza dalla parete: 40 mm</w:t>
            </w:r>
          </w:p>
          <w:p w14:paraId="4E35328B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4B17C8F" w14:textId="69E0D603" w:rsidR="0080550B" w:rsidRPr="002110A2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E34CFE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E34CFE">
              <w:rPr>
                <w:rFonts w:ascii="Poppins" w:hAnsi="Poppins" w:cs="Poppins"/>
                <w:b/>
                <w:sz w:val="20"/>
              </w:rPr>
              <w:t xml:space="preserve"> – Modello Mensola a parete Rad. H 155 – 5 colonne colorato per radiatori Palladio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80550B" w:rsidRPr="00B0544D" w14:paraId="273B9143" w14:textId="77777777" w:rsidTr="00A77128">
        <w:tc>
          <w:tcPr>
            <w:tcW w:w="1311" w:type="dxa"/>
          </w:tcPr>
          <w:p w14:paraId="065A7D3A" w14:textId="717F10EC" w:rsidR="0080550B" w:rsidRPr="002110A2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52900368</w:t>
            </w:r>
          </w:p>
        </w:tc>
        <w:tc>
          <w:tcPr>
            <w:tcW w:w="2086" w:type="dxa"/>
          </w:tcPr>
          <w:p w14:paraId="32B913CA" w14:textId="77777777" w:rsidR="0080550B" w:rsidRPr="00E34CFE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 xml:space="preserve">Mensola a parete </w:t>
            </w:r>
          </w:p>
          <w:p w14:paraId="5882C8D3" w14:textId="0138EF26" w:rsidR="0080550B" w:rsidRPr="002110A2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Rad. H 155 – 6 colonne colore bianco RAL 9016</w:t>
            </w:r>
          </w:p>
        </w:tc>
        <w:tc>
          <w:tcPr>
            <w:tcW w:w="6101" w:type="dxa"/>
            <w:vAlign w:val="center"/>
          </w:tcPr>
          <w:p w14:paraId="003B3237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 xml:space="preserve">Mensola a parete per radiatori Palladio a 6 colonne H 155 mm </w:t>
            </w:r>
          </w:p>
          <w:p w14:paraId="7A021E4D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Colore: Bianco RAL 9016</w:t>
            </w:r>
          </w:p>
          <w:p w14:paraId="3E516FC3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Distanza dalla parete: 40 mm</w:t>
            </w:r>
          </w:p>
          <w:p w14:paraId="55395CB0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D649882" w14:textId="14A5A568" w:rsidR="0080550B" w:rsidRPr="002110A2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E34CFE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E34CFE">
              <w:rPr>
                <w:rFonts w:ascii="Poppins" w:hAnsi="Poppins" w:cs="Poppins"/>
                <w:b/>
                <w:sz w:val="20"/>
              </w:rPr>
              <w:t xml:space="preserve"> – Modello Mensola a parete Rad. H 155 – 6 colonne colore bianco RAL 9016 per radiatori Palladio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80550B" w:rsidRPr="00B0544D" w14:paraId="47C2F8AA" w14:textId="77777777" w:rsidTr="00A77128">
        <w:tc>
          <w:tcPr>
            <w:tcW w:w="1311" w:type="dxa"/>
          </w:tcPr>
          <w:p w14:paraId="33408F9B" w14:textId="77777777" w:rsidR="0080550B" w:rsidRPr="002110A2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</w:p>
        </w:tc>
        <w:tc>
          <w:tcPr>
            <w:tcW w:w="2086" w:type="dxa"/>
          </w:tcPr>
          <w:p w14:paraId="31C7359D" w14:textId="77777777" w:rsidR="0080550B" w:rsidRPr="00E34CFE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 xml:space="preserve">Mensola a parete </w:t>
            </w:r>
          </w:p>
          <w:p w14:paraId="4ED20619" w14:textId="42608FAB" w:rsidR="0080550B" w:rsidRPr="002110A2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Rad. H 155 – 6 colonne colorato</w:t>
            </w:r>
          </w:p>
        </w:tc>
        <w:tc>
          <w:tcPr>
            <w:tcW w:w="6101" w:type="dxa"/>
            <w:vAlign w:val="center"/>
          </w:tcPr>
          <w:p w14:paraId="0D745F7A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 xml:space="preserve">Mensola a parete per radiatori Palladio a 6 colonne H 155 mm </w:t>
            </w:r>
          </w:p>
          <w:p w14:paraId="447F8251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 xml:space="preserve">Colore: </w:t>
            </w:r>
            <w:r w:rsidRPr="00E34CFE">
              <w:rPr>
                <w:rFonts w:ascii="Poppins" w:hAnsi="Poppins" w:cs="Poppins"/>
                <w:i/>
                <w:sz w:val="20"/>
              </w:rPr>
              <w:t>Vedere gamma colori</w:t>
            </w:r>
          </w:p>
          <w:p w14:paraId="6AB743B3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Distanza dalla parete: 40 mm</w:t>
            </w:r>
          </w:p>
          <w:p w14:paraId="13AD27E9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F48D292" w14:textId="74E0CF1D" w:rsidR="0080550B" w:rsidRPr="002110A2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E34CFE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E34CFE">
              <w:rPr>
                <w:rFonts w:ascii="Poppins" w:hAnsi="Poppins" w:cs="Poppins"/>
                <w:b/>
                <w:sz w:val="20"/>
              </w:rPr>
              <w:t xml:space="preserve"> – Modello Mensola a parete Rad. H 155 – 6 colonne colorato per radiatori Palladio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80550B" w:rsidRPr="00B0544D" w14:paraId="10823441" w14:textId="77777777" w:rsidTr="00A77128">
        <w:tc>
          <w:tcPr>
            <w:tcW w:w="1311" w:type="dxa"/>
          </w:tcPr>
          <w:p w14:paraId="1DCA727E" w14:textId="6F767196" w:rsidR="0080550B" w:rsidRPr="002110A2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52900398</w:t>
            </w:r>
          </w:p>
        </w:tc>
        <w:tc>
          <w:tcPr>
            <w:tcW w:w="2086" w:type="dxa"/>
          </w:tcPr>
          <w:p w14:paraId="7A97125A" w14:textId="2DF0709E" w:rsidR="0080550B" w:rsidRPr="002110A2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Chiave in plastica per riduzioni e tappi</w:t>
            </w:r>
          </w:p>
        </w:tc>
        <w:tc>
          <w:tcPr>
            <w:tcW w:w="6101" w:type="dxa"/>
            <w:vAlign w:val="center"/>
          </w:tcPr>
          <w:p w14:paraId="7C1D313D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Chiave in plastica per riduzioni e tappi per radiatori Palladio</w:t>
            </w:r>
          </w:p>
          <w:p w14:paraId="06F6FB2F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Presa chiave per:</w:t>
            </w:r>
          </w:p>
          <w:p w14:paraId="4C0EDDAA" w14:textId="77777777" w:rsidR="0080550B" w:rsidRPr="00E34CFE" w:rsidRDefault="0080550B" w:rsidP="00F26717">
            <w:pPr>
              <w:pStyle w:val="Intestazione"/>
              <w:numPr>
                <w:ilvl w:val="0"/>
                <w:numId w:val="25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Tappo cieco 1/2"</w:t>
            </w:r>
          </w:p>
          <w:p w14:paraId="715AA74F" w14:textId="77777777" w:rsidR="0080550B" w:rsidRPr="00E34CFE" w:rsidRDefault="0080550B" w:rsidP="00F26717">
            <w:pPr>
              <w:pStyle w:val="Intestazione"/>
              <w:numPr>
                <w:ilvl w:val="0"/>
                <w:numId w:val="25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Valvola di sfiato (CH 22)</w:t>
            </w:r>
          </w:p>
          <w:p w14:paraId="3DD178C3" w14:textId="77777777" w:rsidR="0080550B" w:rsidRPr="00E34CFE" w:rsidRDefault="0080550B" w:rsidP="00F26717">
            <w:pPr>
              <w:pStyle w:val="Intestazione"/>
              <w:numPr>
                <w:ilvl w:val="0"/>
                <w:numId w:val="25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lastRenderedPageBreak/>
              <w:t>Riduzioni per radiatori con attacco da 1” (CH 32)</w:t>
            </w:r>
          </w:p>
          <w:p w14:paraId="28129C72" w14:textId="77777777" w:rsidR="0080550B" w:rsidRPr="00E34CFE" w:rsidRDefault="0080550B" w:rsidP="00F26717">
            <w:pPr>
              <w:pStyle w:val="Intestazione"/>
              <w:numPr>
                <w:ilvl w:val="0"/>
                <w:numId w:val="25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Adattatori per radiatori con attacco da 1” (CH 41)</w:t>
            </w:r>
          </w:p>
          <w:p w14:paraId="6D087F74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D42389A" w14:textId="7A0E6E43" w:rsidR="0080550B" w:rsidRPr="002110A2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E34CFE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E34CFE">
              <w:rPr>
                <w:rFonts w:ascii="Poppins" w:hAnsi="Poppins" w:cs="Poppins"/>
                <w:b/>
                <w:sz w:val="20"/>
              </w:rPr>
              <w:t xml:space="preserve"> – Modello Chiave in plastica per riduzioni e tappi per radiatori Palladio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80550B" w:rsidRPr="00B0544D" w14:paraId="467DDFF1" w14:textId="77777777" w:rsidTr="00A77128">
        <w:tc>
          <w:tcPr>
            <w:tcW w:w="1311" w:type="dxa"/>
          </w:tcPr>
          <w:p w14:paraId="6E1B5FF3" w14:textId="16A8FA8D" w:rsidR="0080550B" w:rsidRPr="002110A2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lastRenderedPageBreak/>
              <w:t>52900</w:t>
            </w:r>
            <w:r>
              <w:rPr>
                <w:rFonts w:ascii="Poppins" w:hAnsi="Poppins" w:cs="Poppins"/>
                <w:bCs/>
                <w:sz w:val="20"/>
              </w:rPr>
              <w:t>810</w:t>
            </w:r>
          </w:p>
        </w:tc>
        <w:tc>
          <w:tcPr>
            <w:tcW w:w="2086" w:type="dxa"/>
          </w:tcPr>
          <w:p w14:paraId="2B3CF247" w14:textId="6BA0B096" w:rsidR="0080550B" w:rsidRPr="002110A2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DD2E22">
              <w:rPr>
                <w:rFonts w:ascii="Poppins" w:hAnsi="Poppins" w:cs="Poppins"/>
                <w:bCs/>
                <w:sz w:val="20"/>
              </w:rPr>
              <w:t>Riduzione 1/2" M - 3/8" F nichelato</w:t>
            </w:r>
          </w:p>
        </w:tc>
        <w:tc>
          <w:tcPr>
            <w:tcW w:w="6101" w:type="dxa"/>
            <w:vAlign w:val="center"/>
          </w:tcPr>
          <w:p w14:paraId="0EA361A2" w14:textId="77777777" w:rsidR="0080550B" w:rsidRPr="00DD2E22" w:rsidRDefault="0080550B" w:rsidP="00F26717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DD2E22">
              <w:rPr>
                <w:rFonts w:ascii="Poppins" w:hAnsi="Poppins" w:cs="Poppins"/>
                <w:bCs/>
                <w:sz w:val="20"/>
              </w:rPr>
              <w:t>Riduzione 1/2" M - 3/8" F nichelato.</w:t>
            </w:r>
          </w:p>
          <w:p w14:paraId="2CE53023" w14:textId="77777777" w:rsidR="0080550B" w:rsidRPr="00DD2E22" w:rsidRDefault="0080550B" w:rsidP="00F26717">
            <w:pPr>
              <w:pStyle w:val="Intestazione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7F89520" w14:textId="6F746F9A" w:rsidR="0080550B" w:rsidRPr="002110A2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DD2E22">
              <w:rPr>
                <w:rFonts w:ascii="Poppins" w:hAnsi="Poppins" w:cs="Poppins"/>
                <w:b/>
                <w:sz w:val="20"/>
              </w:rPr>
              <w:t xml:space="preserve">Marca Emmeti - Modello Riduzione 1/2" M - 3/8" F </w:t>
            </w:r>
            <w:r>
              <w:rPr>
                <w:rFonts w:ascii="Poppins" w:hAnsi="Poppins" w:cs="Poppins"/>
                <w:b/>
                <w:sz w:val="20"/>
              </w:rPr>
              <w:t>n</w:t>
            </w:r>
            <w:r w:rsidRPr="00DD2E22">
              <w:rPr>
                <w:rFonts w:ascii="Poppins" w:hAnsi="Poppins" w:cs="Poppins"/>
                <w:b/>
                <w:sz w:val="20"/>
              </w:rPr>
              <w:t>ichelato o equivalente.</w:t>
            </w:r>
          </w:p>
        </w:tc>
      </w:tr>
      <w:tr w:rsidR="0080550B" w:rsidRPr="00B0544D" w14:paraId="64CA2CF5" w14:textId="77777777" w:rsidTr="00A77128">
        <w:tc>
          <w:tcPr>
            <w:tcW w:w="1311" w:type="dxa"/>
          </w:tcPr>
          <w:p w14:paraId="6604E8EE" w14:textId="60EA4C52" w:rsidR="0080550B" w:rsidRPr="002110A2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52900372</w:t>
            </w:r>
          </w:p>
        </w:tc>
        <w:tc>
          <w:tcPr>
            <w:tcW w:w="2086" w:type="dxa"/>
          </w:tcPr>
          <w:p w14:paraId="6568DE22" w14:textId="177EDCDA" w:rsidR="0080550B" w:rsidRPr="002110A2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DD2E22">
              <w:rPr>
                <w:rFonts w:ascii="Poppins" w:hAnsi="Poppins" w:cs="Poppins"/>
                <w:bCs/>
                <w:sz w:val="20"/>
              </w:rPr>
              <w:t xml:space="preserve">Riduzione </w:t>
            </w:r>
            <w:r>
              <w:rPr>
                <w:rFonts w:ascii="Poppins" w:hAnsi="Poppins" w:cs="Poppins"/>
                <w:bCs/>
                <w:sz w:val="20"/>
              </w:rPr>
              <w:t>3/4</w:t>
            </w:r>
            <w:r w:rsidRPr="00DD2E22">
              <w:rPr>
                <w:rFonts w:ascii="Poppins" w:hAnsi="Poppins" w:cs="Poppins"/>
                <w:bCs/>
                <w:sz w:val="20"/>
              </w:rPr>
              <w:t>" M - 3/8" F nichelato</w:t>
            </w:r>
          </w:p>
        </w:tc>
        <w:tc>
          <w:tcPr>
            <w:tcW w:w="6101" w:type="dxa"/>
            <w:vAlign w:val="center"/>
          </w:tcPr>
          <w:p w14:paraId="78EB62B8" w14:textId="77777777" w:rsidR="0080550B" w:rsidRPr="00DD2E22" w:rsidRDefault="0080550B" w:rsidP="00F26717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DD2E22">
              <w:rPr>
                <w:rFonts w:ascii="Poppins" w:hAnsi="Poppins" w:cs="Poppins"/>
                <w:bCs/>
                <w:sz w:val="20"/>
              </w:rPr>
              <w:t xml:space="preserve">Riduzione </w:t>
            </w:r>
            <w:r>
              <w:rPr>
                <w:rFonts w:ascii="Poppins" w:hAnsi="Poppins" w:cs="Poppins"/>
                <w:bCs/>
                <w:sz w:val="20"/>
              </w:rPr>
              <w:t>3/4</w:t>
            </w:r>
            <w:r w:rsidRPr="00DD2E22">
              <w:rPr>
                <w:rFonts w:ascii="Poppins" w:hAnsi="Poppins" w:cs="Poppins"/>
                <w:bCs/>
                <w:sz w:val="20"/>
              </w:rPr>
              <w:t>" M - 3/8" F nichelato.</w:t>
            </w:r>
          </w:p>
          <w:p w14:paraId="793730A4" w14:textId="77777777" w:rsidR="0080550B" w:rsidRPr="00DD2E22" w:rsidRDefault="0080550B" w:rsidP="00F26717">
            <w:pPr>
              <w:pStyle w:val="Intestazione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1445051" w14:textId="5551F0E6" w:rsidR="0080550B" w:rsidRPr="002110A2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DD2E22">
              <w:rPr>
                <w:rFonts w:ascii="Poppins" w:hAnsi="Poppins" w:cs="Poppins"/>
                <w:b/>
                <w:sz w:val="20"/>
              </w:rPr>
              <w:t xml:space="preserve">Marca Emmeti - Modello Riduzione </w:t>
            </w:r>
            <w:r>
              <w:rPr>
                <w:rFonts w:ascii="Poppins" w:hAnsi="Poppins" w:cs="Poppins"/>
                <w:b/>
                <w:sz w:val="20"/>
              </w:rPr>
              <w:t>3/4</w:t>
            </w:r>
            <w:r w:rsidRPr="00DD2E22">
              <w:rPr>
                <w:rFonts w:ascii="Poppins" w:hAnsi="Poppins" w:cs="Poppins"/>
                <w:b/>
                <w:sz w:val="20"/>
              </w:rPr>
              <w:t xml:space="preserve">" M - 3/8" F </w:t>
            </w:r>
            <w:r>
              <w:rPr>
                <w:rFonts w:ascii="Poppins" w:hAnsi="Poppins" w:cs="Poppins"/>
                <w:b/>
                <w:sz w:val="20"/>
              </w:rPr>
              <w:t>n</w:t>
            </w:r>
            <w:r w:rsidRPr="00DD2E22">
              <w:rPr>
                <w:rFonts w:ascii="Poppins" w:hAnsi="Poppins" w:cs="Poppins"/>
                <w:b/>
                <w:sz w:val="20"/>
              </w:rPr>
              <w:t>ichelato o equivalente.</w:t>
            </w:r>
          </w:p>
        </w:tc>
      </w:tr>
      <w:tr w:rsidR="0080550B" w:rsidRPr="00B0544D" w14:paraId="7C918A84" w14:textId="77777777" w:rsidTr="00A77128">
        <w:tc>
          <w:tcPr>
            <w:tcW w:w="1311" w:type="dxa"/>
          </w:tcPr>
          <w:p w14:paraId="3B2BA4D2" w14:textId="439381FE" w:rsidR="0080550B" w:rsidRPr="002110A2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52900374</w:t>
            </w:r>
          </w:p>
        </w:tc>
        <w:tc>
          <w:tcPr>
            <w:tcW w:w="2086" w:type="dxa"/>
          </w:tcPr>
          <w:p w14:paraId="145EE2C2" w14:textId="0CEED055" w:rsidR="0080550B" w:rsidRPr="002110A2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DD2E22">
              <w:rPr>
                <w:rFonts w:ascii="Poppins" w:hAnsi="Poppins" w:cs="Poppins"/>
                <w:bCs/>
                <w:sz w:val="20"/>
              </w:rPr>
              <w:t xml:space="preserve">Riduzione </w:t>
            </w:r>
            <w:r>
              <w:rPr>
                <w:rFonts w:ascii="Poppins" w:hAnsi="Poppins" w:cs="Poppins"/>
                <w:bCs/>
                <w:sz w:val="20"/>
              </w:rPr>
              <w:t>3/4</w:t>
            </w:r>
            <w:r w:rsidRPr="00DD2E22">
              <w:rPr>
                <w:rFonts w:ascii="Poppins" w:hAnsi="Poppins" w:cs="Poppins"/>
                <w:bCs/>
                <w:sz w:val="20"/>
              </w:rPr>
              <w:t xml:space="preserve">" M </w:t>
            </w:r>
            <w:r>
              <w:rPr>
                <w:rFonts w:ascii="Poppins" w:hAnsi="Poppins" w:cs="Poppins"/>
                <w:bCs/>
                <w:sz w:val="20"/>
              </w:rPr>
              <w:t>–</w:t>
            </w:r>
            <w:r w:rsidRPr="00DD2E22">
              <w:rPr>
                <w:rFonts w:ascii="Poppins" w:hAnsi="Poppins" w:cs="Poppins"/>
                <w:bCs/>
                <w:sz w:val="20"/>
              </w:rPr>
              <w:t xml:space="preserve"> </w:t>
            </w:r>
            <w:r>
              <w:rPr>
                <w:rFonts w:ascii="Poppins" w:hAnsi="Poppins" w:cs="Poppins"/>
                <w:bCs/>
                <w:sz w:val="20"/>
              </w:rPr>
              <w:t>1/2</w:t>
            </w:r>
            <w:r w:rsidRPr="00DD2E22">
              <w:rPr>
                <w:rFonts w:ascii="Poppins" w:hAnsi="Poppins" w:cs="Poppins"/>
                <w:bCs/>
                <w:sz w:val="20"/>
              </w:rPr>
              <w:t>" F nichelato</w:t>
            </w:r>
          </w:p>
        </w:tc>
        <w:tc>
          <w:tcPr>
            <w:tcW w:w="6101" w:type="dxa"/>
            <w:vAlign w:val="center"/>
          </w:tcPr>
          <w:p w14:paraId="40BB054D" w14:textId="77777777" w:rsidR="0080550B" w:rsidRPr="00DD2E22" w:rsidRDefault="0080550B" w:rsidP="00F26717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DD2E22">
              <w:rPr>
                <w:rFonts w:ascii="Poppins" w:hAnsi="Poppins" w:cs="Poppins"/>
                <w:bCs/>
                <w:sz w:val="20"/>
              </w:rPr>
              <w:t xml:space="preserve">Riduzione </w:t>
            </w:r>
            <w:r>
              <w:rPr>
                <w:rFonts w:ascii="Poppins" w:hAnsi="Poppins" w:cs="Poppins"/>
                <w:bCs/>
                <w:sz w:val="20"/>
              </w:rPr>
              <w:t>3/4</w:t>
            </w:r>
            <w:r w:rsidRPr="00DD2E22">
              <w:rPr>
                <w:rFonts w:ascii="Poppins" w:hAnsi="Poppins" w:cs="Poppins"/>
                <w:bCs/>
                <w:sz w:val="20"/>
              </w:rPr>
              <w:t xml:space="preserve">" M </w:t>
            </w:r>
            <w:r>
              <w:rPr>
                <w:rFonts w:ascii="Poppins" w:hAnsi="Poppins" w:cs="Poppins"/>
                <w:bCs/>
                <w:sz w:val="20"/>
              </w:rPr>
              <w:t>–</w:t>
            </w:r>
            <w:r w:rsidRPr="00DD2E22">
              <w:rPr>
                <w:rFonts w:ascii="Poppins" w:hAnsi="Poppins" w:cs="Poppins"/>
                <w:bCs/>
                <w:sz w:val="20"/>
              </w:rPr>
              <w:t xml:space="preserve"> </w:t>
            </w:r>
            <w:r>
              <w:rPr>
                <w:rFonts w:ascii="Poppins" w:hAnsi="Poppins" w:cs="Poppins"/>
                <w:bCs/>
                <w:sz w:val="20"/>
              </w:rPr>
              <w:t>1/2"</w:t>
            </w:r>
            <w:r w:rsidRPr="00DD2E22">
              <w:rPr>
                <w:rFonts w:ascii="Poppins" w:hAnsi="Poppins" w:cs="Poppins"/>
                <w:bCs/>
                <w:sz w:val="20"/>
              </w:rPr>
              <w:t xml:space="preserve"> F nichelato.</w:t>
            </w:r>
          </w:p>
          <w:p w14:paraId="61C72C31" w14:textId="77777777" w:rsidR="0080550B" w:rsidRPr="00DD2E22" w:rsidRDefault="0080550B" w:rsidP="00F26717">
            <w:pPr>
              <w:pStyle w:val="Intestazione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BAB7AC3" w14:textId="30F7501C" w:rsidR="0080550B" w:rsidRPr="002110A2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DD2E22">
              <w:rPr>
                <w:rFonts w:ascii="Poppins" w:hAnsi="Poppins" w:cs="Poppins"/>
                <w:b/>
                <w:sz w:val="20"/>
              </w:rPr>
              <w:t xml:space="preserve">Marca Emmeti - Modello Riduzione </w:t>
            </w:r>
            <w:r>
              <w:rPr>
                <w:rFonts w:ascii="Poppins" w:hAnsi="Poppins" w:cs="Poppins"/>
                <w:b/>
                <w:sz w:val="20"/>
              </w:rPr>
              <w:t>3/4</w:t>
            </w:r>
            <w:r w:rsidRPr="00DD2E22">
              <w:rPr>
                <w:rFonts w:ascii="Poppins" w:hAnsi="Poppins" w:cs="Poppins"/>
                <w:b/>
                <w:sz w:val="20"/>
              </w:rPr>
              <w:t xml:space="preserve">" M </w:t>
            </w:r>
            <w:r>
              <w:rPr>
                <w:rFonts w:ascii="Poppins" w:hAnsi="Poppins" w:cs="Poppins"/>
                <w:b/>
                <w:sz w:val="20"/>
              </w:rPr>
              <w:t>–</w:t>
            </w:r>
            <w:r w:rsidRPr="00DD2E22">
              <w:rPr>
                <w:rFonts w:ascii="Poppins" w:hAnsi="Poppins" w:cs="Poppins"/>
                <w:b/>
                <w:sz w:val="20"/>
              </w:rPr>
              <w:t xml:space="preserve"> </w:t>
            </w:r>
            <w:r>
              <w:rPr>
                <w:rFonts w:ascii="Poppins" w:hAnsi="Poppins" w:cs="Poppins"/>
                <w:b/>
                <w:sz w:val="20"/>
              </w:rPr>
              <w:t>1/2</w:t>
            </w:r>
            <w:r w:rsidRPr="00DD2E22">
              <w:rPr>
                <w:rFonts w:ascii="Poppins" w:hAnsi="Poppins" w:cs="Poppins"/>
                <w:b/>
                <w:sz w:val="20"/>
              </w:rPr>
              <w:t xml:space="preserve">" F </w:t>
            </w:r>
            <w:r>
              <w:rPr>
                <w:rFonts w:ascii="Poppins" w:hAnsi="Poppins" w:cs="Poppins"/>
                <w:b/>
                <w:sz w:val="20"/>
              </w:rPr>
              <w:t>n</w:t>
            </w:r>
            <w:r w:rsidRPr="00DD2E22">
              <w:rPr>
                <w:rFonts w:ascii="Poppins" w:hAnsi="Poppins" w:cs="Poppins"/>
                <w:b/>
                <w:sz w:val="20"/>
              </w:rPr>
              <w:t>ichelato o equivalente.</w:t>
            </w:r>
          </w:p>
        </w:tc>
      </w:tr>
      <w:tr w:rsidR="0080550B" w:rsidRPr="00B0544D" w14:paraId="76DF4719" w14:textId="77777777" w:rsidTr="00A77128">
        <w:tc>
          <w:tcPr>
            <w:tcW w:w="1311" w:type="dxa"/>
          </w:tcPr>
          <w:p w14:paraId="767BD792" w14:textId="1AC902C3" w:rsidR="0080550B" w:rsidRPr="002110A2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90004930</w:t>
            </w:r>
          </w:p>
        </w:tc>
        <w:tc>
          <w:tcPr>
            <w:tcW w:w="2086" w:type="dxa"/>
          </w:tcPr>
          <w:p w14:paraId="0809F25B" w14:textId="2C7BBC59" w:rsidR="0080550B" w:rsidRPr="002110A2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F0299">
              <w:rPr>
                <w:rFonts w:ascii="Poppins" w:hAnsi="Poppins" w:cs="Poppins"/>
                <w:bCs/>
                <w:sz w:val="20"/>
              </w:rPr>
              <w:t>Tappo cieco con O-Ring 1/2" nichelato</w:t>
            </w:r>
          </w:p>
        </w:tc>
        <w:tc>
          <w:tcPr>
            <w:tcW w:w="6101" w:type="dxa"/>
            <w:vAlign w:val="center"/>
          </w:tcPr>
          <w:p w14:paraId="21F55D14" w14:textId="77777777" w:rsidR="0080550B" w:rsidRPr="008F0299" w:rsidRDefault="0080550B" w:rsidP="00F26717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8F0299">
              <w:rPr>
                <w:rFonts w:ascii="Poppins" w:hAnsi="Poppins" w:cs="Poppins"/>
                <w:bCs/>
                <w:sz w:val="20"/>
              </w:rPr>
              <w:t>Tappo cieco con O-Ring 1/2" per radiatori Palladio</w:t>
            </w:r>
          </w:p>
          <w:p w14:paraId="5D008B53" w14:textId="77777777" w:rsidR="0080550B" w:rsidRPr="008F0299" w:rsidRDefault="0080550B" w:rsidP="00F26717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8F0299">
              <w:rPr>
                <w:rFonts w:ascii="Poppins" w:hAnsi="Poppins" w:cs="Poppins"/>
                <w:bCs/>
                <w:sz w:val="20"/>
              </w:rPr>
              <w:t>Misura: 1/2" M</w:t>
            </w:r>
          </w:p>
          <w:p w14:paraId="78EDDECB" w14:textId="77777777" w:rsidR="0080550B" w:rsidRPr="008F0299" w:rsidRDefault="0080550B" w:rsidP="00F26717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8F0299">
              <w:rPr>
                <w:rFonts w:ascii="Poppins" w:hAnsi="Poppins" w:cs="Poppins"/>
                <w:bCs/>
                <w:sz w:val="20"/>
              </w:rPr>
              <w:t>Finitura: nichelato</w:t>
            </w:r>
          </w:p>
          <w:p w14:paraId="5889044F" w14:textId="77777777" w:rsidR="0080550B" w:rsidRPr="008F0299" w:rsidRDefault="0080550B" w:rsidP="00F26717">
            <w:pPr>
              <w:pStyle w:val="Intestazione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079B963D" w14:textId="1B774090" w:rsidR="0080550B" w:rsidRPr="002110A2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F0299">
              <w:rPr>
                <w:rFonts w:ascii="Poppins" w:hAnsi="Poppins" w:cs="Poppins"/>
                <w:b/>
                <w:sz w:val="20"/>
              </w:rPr>
              <w:t>Marca Emmeti – Modello Tappo cieco con O-Ring 1/2" nichelato per radiatori Palladio o equivalente.</w:t>
            </w:r>
          </w:p>
        </w:tc>
      </w:tr>
      <w:tr w:rsidR="0080550B" w:rsidRPr="00B0544D" w14:paraId="756C4610" w14:textId="77777777" w:rsidTr="00A77128">
        <w:tc>
          <w:tcPr>
            <w:tcW w:w="1311" w:type="dxa"/>
          </w:tcPr>
          <w:p w14:paraId="6EB778F9" w14:textId="48F4A370" w:rsidR="0080550B" w:rsidRPr="002110A2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92790414</w:t>
            </w:r>
          </w:p>
        </w:tc>
        <w:tc>
          <w:tcPr>
            <w:tcW w:w="2086" w:type="dxa"/>
          </w:tcPr>
          <w:p w14:paraId="0FA8E212" w14:textId="6C2ED255" w:rsidR="0080550B" w:rsidRPr="002110A2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F0299">
              <w:rPr>
                <w:rFonts w:ascii="Poppins" w:hAnsi="Poppins" w:cs="Poppins"/>
                <w:bCs/>
                <w:sz w:val="20"/>
              </w:rPr>
              <w:t>Tappo cieco con O-Ring 1/</w:t>
            </w:r>
            <w:r>
              <w:rPr>
                <w:rFonts w:ascii="Poppins" w:hAnsi="Poppins" w:cs="Poppins"/>
                <w:bCs/>
                <w:sz w:val="20"/>
              </w:rPr>
              <w:t>2</w:t>
            </w:r>
            <w:r w:rsidRPr="008F0299">
              <w:rPr>
                <w:rFonts w:ascii="Poppins" w:hAnsi="Poppins" w:cs="Poppins"/>
                <w:bCs/>
                <w:sz w:val="20"/>
              </w:rPr>
              <w:t xml:space="preserve">" </w:t>
            </w:r>
            <w:r>
              <w:rPr>
                <w:rFonts w:ascii="Poppins" w:hAnsi="Poppins" w:cs="Poppins"/>
                <w:bCs/>
                <w:sz w:val="20"/>
              </w:rPr>
              <w:t>con calotta bianca</w:t>
            </w:r>
          </w:p>
        </w:tc>
        <w:tc>
          <w:tcPr>
            <w:tcW w:w="6101" w:type="dxa"/>
            <w:vAlign w:val="center"/>
          </w:tcPr>
          <w:p w14:paraId="5B47EE21" w14:textId="77777777" w:rsidR="0080550B" w:rsidRPr="008F0299" w:rsidRDefault="0080550B" w:rsidP="00F26717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8F0299">
              <w:rPr>
                <w:rFonts w:ascii="Poppins" w:hAnsi="Poppins" w:cs="Poppins"/>
                <w:bCs/>
                <w:sz w:val="20"/>
              </w:rPr>
              <w:t>Tappo cieco con O-Ring 1/2" per radiatori Palladio</w:t>
            </w:r>
          </w:p>
          <w:p w14:paraId="71874D83" w14:textId="77777777" w:rsidR="0080550B" w:rsidRPr="008F0299" w:rsidRDefault="0080550B" w:rsidP="00F26717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8F0299">
              <w:rPr>
                <w:rFonts w:ascii="Poppins" w:hAnsi="Poppins" w:cs="Poppins"/>
                <w:bCs/>
                <w:sz w:val="20"/>
              </w:rPr>
              <w:t>Misura: 1/2" M</w:t>
            </w:r>
          </w:p>
          <w:p w14:paraId="6EB59F83" w14:textId="77777777" w:rsidR="0080550B" w:rsidRPr="008F0299" w:rsidRDefault="0080550B" w:rsidP="00F26717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8F0299">
              <w:rPr>
                <w:rFonts w:ascii="Poppins" w:hAnsi="Poppins" w:cs="Poppins"/>
                <w:bCs/>
                <w:sz w:val="20"/>
              </w:rPr>
              <w:t>Colore: Bianco</w:t>
            </w:r>
          </w:p>
          <w:p w14:paraId="48B5476C" w14:textId="77777777" w:rsidR="0080550B" w:rsidRPr="008F0299" w:rsidRDefault="0080550B" w:rsidP="00F26717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6EF4D11" w14:textId="6D81C430" w:rsidR="0080550B" w:rsidRPr="002110A2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F0299">
              <w:rPr>
                <w:rFonts w:ascii="Poppins" w:hAnsi="Poppins" w:cs="Poppins"/>
                <w:b/>
                <w:sz w:val="20"/>
              </w:rPr>
              <w:t>Marca Emmeti – Modello Tappo cieco con O-Ring 1/2" con calotta bianca per radiatori Palladio o equivalente.</w:t>
            </w:r>
          </w:p>
        </w:tc>
      </w:tr>
      <w:tr w:rsidR="0080550B" w:rsidRPr="00B0544D" w14:paraId="253839A3" w14:textId="77777777" w:rsidTr="00A77128">
        <w:tc>
          <w:tcPr>
            <w:tcW w:w="1311" w:type="dxa"/>
          </w:tcPr>
          <w:p w14:paraId="55C8B931" w14:textId="265049FE" w:rsidR="0080550B" w:rsidRPr="002110A2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00410021</w:t>
            </w:r>
          </w:p>
        </w:tc>
        <w:tc>
          <w:tcPr>
            <w:tcW w:w="2086" w:type="dxa"/>
          </w:tcPr>
          <w:p w14:paraId="10755D80" w14:textId="7133661E" w:rsidR="0080550B" w:rsidRPr="002110A2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F0299">
              <w:rPr>
                <w:rFonts w:ascii="Poppins" w:hAnsi="Poppins" w:cs="Poppins"/>
                <w:bCs/>
                <w:sz w:val="20"/>
              </w:rPr>
              <w:t>Valvola di sfiato da 1/2"</w:t>
            </w:r>
          </w:p>
        </w:tc>
        <w:tc>
          <w:tcPr>
            <w:tcW w:w="6101" w:type="dxa"/>
            <w:vAlign w:val="center"/>
          </w:tcPr>
          <w:p w14:paraId="5BE18CBA" w14:textId="77777777" w:rsidR="0080550B" w:rsidRDefault="0080550B" w:rsidP="00F26717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8F0299">
              <w:rPr>
                <w:rFonts w:ascii="Poppins" w:hAnsi="Poppins" w:cs="Poppins"/>
                <w:bCs/>
                <w:sz w:val="20"/>
              </w:rPr>
              <w:t>Valvola di sfiato per radiatori da 1/2", apertura/chiusura con chiave.</w:t>
            </w:r>
          </w:p>
          <w:p w14:paraId="76E090E9" w14:textId="77777777" w:rsidR="0080550B" w:rsidRPr="008F0299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Confezione da 10 pz.</w:t>
            </w:r>
          </w:p>
          <w:p w14:paraId="20243694" w14:textId="77777777" w:rsidR="0080550B" w:rsidRPr="008F0299" w:rsidRDefault="0080550B" w:rsidP="00F26717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9E1C465" w14:textId="284E9007" w:rsidR="0080550B" w:rsidRPr="002110A2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F0299">
              <w:rPr>
                <w:rFonts w:ascii="Poppins" w:hAnsi="Poppins" w:cs="Poppins"/>
                <w:b/>
                <w:sz w:val="20"/>
              </w:rPr>
              <w:t>Marca Emmeti – Modello Valvola di sfiato da 1/2" o equivalente.</w:t>
            </w:r>
          </w:p>
        </w:tc>
      </w:tr>
      <w:tr w:rsidR="0080550B" w:rsidRPr="00B0544D" w14:paraId="54A133C2" w14:textId="77777777" w:rsidTr="00A77128">
        <w:tc>
          <w:tcPr>
            <w:tcW w:w="1311" w:type="dxa"/>
          </w:tcPr>
          <w:p w14:paraId="7907E366" w14:textId="68F82239" w:rsidR="0080550B" w:rsidRPr="002110A2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00410121</w:t>
            </w:r>
          </w:p>
        </w:tc>
        <w:tc>
          <w:tcPr>
            <w:tcW w:w="2086" w:type="dxa"/>
          </w:tcPr>
          <w:p w14:paraId="3EABC14E" w14:textId="1245E211" w:rsidR="0080550B" w:rsidRPr="002110A2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F0299">
              <w:rPr>
                <w:rFonts w:ascii="Poppins" w:hAnsi="Poppins" w:cs="Poppins"/>
                <w:bCs/>
                <w:sz w:val="20"/>
              </w:rPr>
              <w:t>Valvola di sfiato da 1/2"</w:t>
            </w:r>
          </w:p>
        </w:tc>
        <w:tc>
          <w:tcPr>
            <w:tcW w:w="6101" w:type="dxa"/>
            <w:vAlign w:val="center"/>
          </w:tcPr>
          <w:p w14:paraId="1DFE553C" w14:textId="77777777" w:rsidR="0080550B" w:rsidRDefault="0080550B" w:rsidP="00F26717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8F0299">
              <w:rPr>
                <w:rFonts w:ascii="Poppins" w:hAnsi="Poppins" w:cs="Poppins"/>
                <w:bCs/>
                <w:sz w:val="20"/>
              </w:rPr>
              <w:t>Valvola di sfiato per radiatori da 1/2", apertura/chiusura con chiave.</w:t>
            </w:r>
          </w:p>
          <w:p w14:paraId="411894F8" w14:textId="77777777" w:rsidR="0080550B" w:rsidRPr="008F0299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Confezione da 1 pz.</w:t>
            </w:r>
          </w:p>
          <w:p w14:paraId="6717D472" w14:textId="77777777" w:rsidR="0080550B" w:rsidRPr="008F0299" w:rsidRDefault="0080550B" w:rsidP="00F26717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EA1EA2A" w14:textId="183DF7E7" w:rsidR="0080550B" w:rsidRPr="002110A2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F0299">
              <w:rPr>
                <w:rFonts w:ascii="Poppins" w:hAnsi="Poppins" w:cs="Poppins"/>
                <w:b/>
                <w:sz w:val="20"/>
              </w:rPr>
              <w:t>Marca Emmeti – Modello Valvola di sfiato da 1/2" o equivalente.</w:t>
            </w:r>
          </w:p>
        </w:tc>
      </w:tr>
      <w:tr w:rsidR="0080550B" w:rsidRPr="00B0544D" w14:paraId="546626FB" w14:textId="77777777" w:rsidTr="00A77128">
        <w:tc>
          <w:tcPr>
            <w:tcW w:w="1311" w:type="dxa"/>
          </w:tcPr>
          <w:p w14:paraId="474B85E6" w14:textId="1C5C0E45" w:rsidR="0080550B" w:rsidRPr="002110A2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52900998</w:t>
            </w:r>
          </w:p>
        </w:tc>
        <w:tc>
          <w:tcPr>
            <w:tcW w:w="2086" w:type="dxa"/>
          </w:tcPr>
          <w:p w14:paraId="375C9C07" w14:textId="129C2D22" w:rsidR="0080550B" w:rsidRPr="002110A2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Valvola di sfiato manuale da 1/2"</w:t>
            </w:r>
          </w:p>
        </w:tc>
        <w:tc>
          <w:tcPr>
            <w:tcW w:w="6101" w:type="dxa"/>
            <w:vAlign w:val="center"/>
          </w:tcPr>
          <w:p w14:paraId="0C7C3072" w14:textId="77777777" w:rsidR="0080550B" w:rsidRDefault="0080550B" w:rsidP="00F26717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8F0299">
              <w:rPr>
                <w:rFonts w:ascii="Poppins" w:hAnsi="Poppins" w:cs="Poppins"/>
                <w:bCs/>
                <w:sz w:val="20"/>
              </w:rPr>
              <w:t xml:space="preserve">Valvola di sfiato </w:t>
            </w:r>
            <w:r>
              <w:rPr>
                <w:rFonts w:ascii="Poppins" w:hAnsi="Poppins" w:cs="Poppins"/>
                <w:bCs/>
                <w:sz w:val="20"/>
              </w:rPr>
              <w:t xml:space="preserve">manuale </w:t>
            </w:r>
            <w:r w:rsidRPr="008F0299">
              <w:rPr>
                <w:rFonts w:ascii="Poppins" w:hAnsi="Poppins" w:cs="Poppins"/>
                <w:bCs/>
                <w:sz w:val="20"/>
              </w:rPr>
              <w:t xml:space="preserve">per radiatori da </w:t>
            </w:r>
            <w:r>
              <w:rPr>
                <w:rFonts w:ascii="Poppins" w:hAnsi="Poppins" w:cs="Poppins"/>
                <w:bCs/>
                <w:sz w:val="20"/>
              </w:rPr>
              <w:t>1/2”.</w:t>
            </w:r>
          </w:p>
          <w:p w14:paraId="135B36A5" w14:textId="77777777" w:rsidR="0080550B" w:rsidRPr="008F0299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Confezione da 1 pz.</w:t>
            </w:r>
          </w:p>
          <w:p w14:paraId="2D4C1862" w14:textId="77777777" w:rsidR="0080550B" w:rsidRPr="008F0299" w:rsidRDefault="0080550B" w:rsidP="00F26717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1124177" w14:textId="5B50232B" w:rsidR="0080550B" w:rsidRPr="002110A2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F0299">
              <w:rPr>
                <w:rFonts w:ascii="Poppins" w:hAnsi="Poppins" w:cs="Poppins"/>
                <w:b/>
                <w:sz w:val="20"/>
              </w:rPr>
              <w:t xml:space="preserve">Marca Emmeti – Modello Valvola di sfiato </w:t>
            </w:r>
            <w:r>
              <w:rPr>
                <w:rFonts w:ascii="Poppins" w:hAnsi="Poppins" w:cs="Poppins"/>
                <w:b/>
                <w:sz w:val="20"/>
              </w:rPr>
              <w:t xml:space="preserve">manuale </w:t>
            </w:r>
            <w:r w:rsidRPr="008F0299">
              <w:rPr>
                <w:rFonts w:ascii="Poppins" w:hAnsi="Poppins" w:cs="Poppins"/>
                <w:b/>
                <w:sz w:val="20"/>
              </w:rPr>
              <w:t>da 1/2" o equivalente.</w:t>
            </w:r>
          </w:p>
        </w:tc>
      </w:tr>
      <w:tr w:rsidR="0080550B" w:rsidRPr="00B0544D" w14:paraId="223EA2D3" w14:textId="77777777" w:rsidTr="00A77128">
        <w:tc>
          <w:tcPr>
            <w:tcW w:w="1311" w:type="dxa"/>
          </w:tcPr>
          <w:p w14:paraId="6DF2403A" w14:textId="2C6211F9" w:rsidR="0080550B" w:rsidRPr="002110A2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00408</w:t>
            </w:r>
            <w:r>
              <w:rPr>
                <w:rFonts w:ascii="Poppins" w:hAnsi="Poppins" w:cs="Poppins"/>
                <w:bCs/>
                <w:sz w:val="20"/>
              </w:rPr>
              <w:t>3</w:t>
            </w:r>
            <w:r w:rsidRPr="00E34CFE">
              <w:rPr>
                <w:rFonts w:ascii="Poppins" w:hAnsi="Poppins" w:cs="Poppins"/>
                <w:bCs/>
                <w:sz w:val="20"/>
              </w:rPr>
              <w:t>30</w:t>
            </w:r>
          </w:p>
        </w:tc>
        <w:tc>
          <w:tcPr>
            <w:tcW w:w="2086" w:type="dxa"/>
          </w:tcPr>
          <w:p w14:paraId="0196D122" w14:textId="49583FC5" w:rsidR="0080550B" w:rsidRPr="002110A2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Chiave per sfiato</w:t>
            </w:r>
          </w:p>
        </w:tc>
        <w:tc>
          <w:tcPr>
            <w:tcW w:w="6101" w:type="dxa"/>
            <w:vAlign w:val="center"/>
          </w:tcPr>
          <w:p w14:paraId="599338E3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 xml:space="preserve">Chiave, in plastica, per manovra della valvola di sfiato </w:t>
            </w:r>
            <w:r>
              <w:rPr>
                <w:rFonts w:ascii="Poppins" w:hAnsi="Poppins" w:cs="Poppins"/>
                <w:bCs/>
                <w:sz w:val="20"/>
              </w:rPr>
              <w:t>.</w:t>
            </w:r>
          </w:p>
          <w:p w14:paraId="7FFA51E0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BF8C8DD" w14:textId="4123F06B" w:rsidR="0080550B" w:rsidRPr="002110A2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E34CFE">
              <w:rPr>
                <w:rFonts w:ascii="Poppins" w:hAnsi="Poppins" w:cs="Poppins"/>
                <w:b/>
                <w:sz w:val="20"/>
              </w:rPr>
              <w:t xml:space="preserve"> – Modello Chiave per sfiato o equivalente</w:t>
            </w:r>
          </w:p>
        </w:tc>
      </w:tr>
      <w:tr w:rsidR="0080550B" w:rsidRPr="00B0544D" w14:paraId="46B8C945" w14:textId="77777777" w:rsidTr="00A77128">
        <w:tc>
          <w:tcPr>
            <w:tcW w:w="1311" w:type="dxa"/>
          </w:tcPr>
          <w:p w14:paraId="57F938A4" w14:textId="1ACAFE08" w:rsidR="0080550B" w:rsidRPr="002110A2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52900400</w:t>
            </w:r>
          </w:p>
        </w:tc>
        <w:tc>
          <w:tcPr>
            <w:tcW w:w="2086" w:type="dxa"/>
          </w:tcPr>
          <w:p w14:paraId="0EFECA11" w14:textId="7880457B" w:rsidR="0080550B" w:rsidRPr="002110A2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Spazzola pulizia</w:t>
            </w:r>
          </w:p>
        </w:tc>
        <w:tc>
          <w:tcPr>
            <w:tcW w:w="6101" w:type="dxa"/>
            <w:vAlign w:val="center"/>
          </w:tcPr>
          <w:p w14:paraId="6BF671F2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Spazzola pulizia per radiatori Palladio</w:t>
            </w:r>
            <w:r>
              <w:rPr>
                <w:rFonts w:ascii="Poppins" w:hAnsi="Poppins" w:cs="Poppins"/>
                <w:bCs/>
                <w:sz w:val="20"/>
              </w:rPr>
              <w:t>.</w:t>
            </w:r>
          </w:p>
          <w:p w14:paraId="687E5144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AB18143" w14:textId="51007D63" w:rsidR="0080550B" w:rsidRPr="002110A2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E34CFE">
              <w:rPr>
                <w:rFonts w:ascii="Poppins" w:hAnsi="Poppins" w:cs="Poppins"/>
                <w:b/>
                <w:sz w:val="20"/>
              </w:rPr>
              <w:t xml:space="preserve"> – Modello Spazzola pulizia per radiatori Palladio o equivalente</w:t>
            </w:r>
          </w:p>
        </w:tc>
      </w:tr>
      <w:tr w:rsidR="0080550B" w:rsidRPr="00B0544D" w14:paraId="4D6A0485" w14:textId="77777777" w:rsidTr="00A77128">
        <w:tc>
          <w:tcPr>
            <w:tcW w:w="1311" w:type="dxa"/>
          </w:tcPr>
          <w:p w14:paraId="3A0E456B" w14:textId="3054502F" w:rsidR="0080550B" w:rsidRPr="002110A2" w:rsidRDefault="0080550B" w:rsidP="00062CE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52900390</w:t>
            </w:r>
          </w:p>
        </w:tc>
        <w:tc>
          <w:tcPr>
            <w:tcW w:w="2086" w:type="dxa"/>
          </w:tcPr>
          <w:p w14:paraId="5089DC2F" w14:textId="35B072F6" w:rsidR="0080550B" w:rsidRPr="002110A2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Asta “tira-nippli” a testa esagonale 1000 mm</w:t>
            </w:r>
          </w:p>
        </w:tc>
        <w:tc>
          <w:tcPr>
            <w:tcW w:w="6101" w:type="dxa"/>
            <w:vAlign w:val="center"/>
          </w:tcPr>
          <w:p w14:paraId="4D371764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Asta “tira-nippli” a testa esagonale per blocchi con un massimo di 19 elementi.</w:t>
            </w:r>
          </w:p>
          <w:p w14:paraId="558930DE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Lunghezza: 1000 mm</w:t>
            </w:r>
          </w:p>
          <w:p w14:paraId="0B2490D0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A522BE0" w14:textId="14D43F13" w:rsidR="0080550B" w:rsidRPr="002110A2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E34CFE">
              <w:rPr>
                <w:rFonts w:ascii="Poppins" w:hAnsi="Poppins" w:cs="Poppins"/>
                <w:b/>
                <w:sz w:val="20"/>
              </w:rPr>
              <w:t xml:space="preserve"> – Modello Asta “tira-nippli” a testa esagonale 1000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80550B" w:rsidRPr="00B0544D" w14:paraId="7C0D042F" w14:textId="77777777" w:rsidTr="00A77128">
        <w:tc>
          <w:tcPr>
            <w:tcW w:w="1311" w:type="dxa"/>
          </w:tcPr>
          <w:p w14:paraId="773C3B7A" w14:textId="2D8488A1" w:rsidR="0080550B" w:rsidRPr="002110A2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52900392</w:t>
            </w:r>
          </w:p>
        </w:tc>
        <w:tc>
          <w:tcPr>
            <w:tcW w:w="2086" w:type="dxa"/>
          </w:tcPr>
          <w:p w14:paraId="5CC2BD5E" w14:textId="507A6254" w:rsidR="0080550B" w:rsidRPr="002110A2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Asta “tira-nippli” a testa esagonale 1600 mm</w:t>
            </w:r>
          </w:p>
        </w:tc>
        <w:tc>
          <w:tcPr>
            <w:tcW w:w="6101" w:type="dxa"/>
            <w:vAlign w:val="center"/>
          </w:tcPr>
          <w:p w14:paraId="021B0231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Asta “tira-nippli” a testa esagonale per blocchi con un massimo di 30 elementi.</w:t>
            </w:r>
          </w:p>
          <w:p w14:paraId="612FC4D3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Lunghezza: 1600 mm</w:t>
            </w:r>
          </w:p>
          <w:p w14:paraId="009EC73F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C935ABE" w14:textId="664E7847" w:rsidR="0080550B" w:rsidRPr="002110A2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E34CFE">
              <w:rPr>
                <w:rFonts w:ascii="Poppins" w:hAnsi="Poppins" w:cs="Poppins"/>
                <w:b/>
                <w:sz w:val="20"/>
              </w:rPr>
              <w:t xml:space="preserve"> – Modello Asta “tira-nippli” a testa esagonale 1600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80550B" w:rsidRPr="00B0544D" w14:paraId="01FAF764" w14:textId="77777777" w:rsidTr="00A77128">
        <w:tc>
          <w:tcPr>
            <w:tcW w:w="1311" w:type="dxa"/>
          </w:tcPr>
          <w:p w14:paraId="1A668520" w14:textId="6B692511" w:rsidR="0080550B" w:rsidRPr="002110A2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52900394</w:t>
            </w:r>
          </w:p>
        </w:tc>
        <w:tc>
          <w:tcPr>
            <w:tcW w:w="2086" w:type="dxa"/>
          </w:tcPr>
          <w:p w14:paraId="2EB609F7" w14:textId="3BBFEA59" w:rsidR="0080550B" w:rsidRPr="002110A2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Asta “tira-nippli” a testa esagonale 2200 mm</w:t>
            </w:r>
          </w:p>
        </w:tc>
        <w:tc>
          <w:tcPr>
            <w:tcW w:w="6101" w:type="dxa"/>
            <w:vAlign w:val="center"/>
          </w:tcPr>
          <w:p w14:paraId="4C8E24D5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Asta “tira-nippli” a testa esagonale per blocchi con un massimo di 40 elementi.</w:t>
            </w:r>
          </w:p>
          <w:p w14:paraId="0427EAAE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Lunghezza: 2200 mm</w:t>
            </w:r>
          </w:p>
          <w:p w14:paraId="0A62CCE3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3DAF523" w14:textId="0B5AD25F" w:rsidR="0080550B" w:rsidRPr="002110A2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E34CFE">
              <w:rPr>
                <w:rFonts w:ascii="Poppins" w:hAnsi="Poppins" w:cs="Poppins"/>
                <w:b/>
                <w:sz w:val="20"/>
              </w:rPr>
              <w:t xml:space="preserve"> – Modello Asta “tira-nippli” a testa esagonale 2200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80550B" w:rsidRPr="00B0544D" w14:paraId="0C0C8F33" w14:textId="77777777" w:rsidTr="00A77128">
        <w:tc>
          <w:tcPr>
            <w:tcW w:w="1311" w:type="dxa"/>
          </w:tcPr>
          <w:p w14:paraId="13F1693C" w14:textId="364538F0" w:rsidR="0080550B" w:rsidRPr="002110A2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52900396</w:t>
            </w:r>
          </w:p>
        </w:tc>
        <w:tc>
          <w:tcPr>
            <w:tcW w:w="2086" w:type="dxa"/>
          </w:tcPr>
          <w:p w14:paraId="6426E5EA" w14:textId="18A63265" w:rsidR="0080550B" w:rsidRPr="002110A2" w:rsidRDefault="0080550B" w:rsidP="0080550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Chiave “gira-maschi” per asta “tira-nippli”</w:t>
            </w:r>
          </w:p>
        </w:tc>
        <w:tc>
          <w:tcPr>
            <w:tcW w:w="6101" w:type="dxa"/>
            <w:vAlign w:val="center"/>
          </w:tcPr>
          <w:p w14:paraId="3AE8130D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Cs/>
                <w:sz w:val="20"/>
              </w:rPr>
              <w:t>Chiave “gira-maschi” per asta “tira-nippli”.</w:t>
            </w:r>
          </w:p>
          <w:p w14:paraId="742FA2B3" w14:textId="77777777" w:rsidR="0080550B" w:rsidRPr="00E34CFE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4625967" w14:textId="6281AA15" w:rsidR="0080550B" w:rsidRPr="002110A2" w:rsidRDefault="0080550B" w:rsidP="00F267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34CFE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E34CFE">
              <w:rPr>
                <w:rFonts w:ascii="Poppins" w:hAnsi="Poppins" w:cs="Poppins"/>
                <w:b/>
                <w:sz w:val="20"/>
              </w:rPr>
              <w:t xml:space="preserve"> – Modello Chiave “gira-maschi” per asta “tira-nippli”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53F48A05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6AA2C" w14:textId="77777777" w:rsidR="00372E41" w:rsidRDefault="00372E41">
      <w:r>
        <w:separator/>
      </w:r>
    </w:p>
  </w:endnote>
  <w:endnote w:type="continuationSeparator" w:id="0">
    <w:p w14:paraId="1127981B" w14:textId="77777777" w:rsidR="00372E41" w:rsidRDefault="00372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54543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3461FC03" w14:textId="77777777" w:rsidTr="004706FD">
      <w:tc>
        <w:tcPr>
          <w:tcW w:w="4534" w:type="dxa"/>
        </w:tcPr>
        <w:p w14:paraId="073EC275" w14:textId="77777777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4E6FBE">
            <w:rPr>
              <w:rFonts w:ascii="Poppins" w:hAnsi="Poppins" w:cs="Poppins"/>
              <w:iCs/>
              <w:noProof/>
              <w:sz w:val="16"/>
            </w:rPr>
            <w:t>Termoarredo Canaletto E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0DB6AEF1" w14:textId="30278520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062CE4">
            <w:rPr>
              <w:rFonts w:ascii="Poppins" w:hAnsi="Poppins" w:cs="Poppins"/>
              <w:noProof/>
              <w:sz w:val="14"/>
              <w:szCs w:val="14"/>
            </w:rPr>
            <w:t>12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2E0DDC3A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7CD41138" wp14:editId="6EA59E48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78DB7" w14:textId="77777777" w:rsidR="00372E41" w:rsidRDefault="00372E41">
      <w:r>
        <w:separator/>
      </w:r>
    </w:p>
  </w:footnote>
  <w:footnote w:type="continuationSeparator" w:id="0">
    <w:p w14:paraId="4118BBD1" w14:textId="77777777" w:rsidR="00372E41" w:rsidRDefault="00372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9918B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1334312C" wp14:editId="544F2F3D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0F714FE0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0911F7B4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1B5247"/>
    <w:multiLevelType w:val="hybridMultilevel"/>
    <w:tmpl w:val="3FA29156"/>
    <w:lvl w:ilvl="0" w:tplc="D0887BA8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AB2296"/>
    <w:multiLevelType w:val="hybridMultilevel"/>
    <w:tmpl w:val="3BAC7FEA"/>
    <w:lvl w:ilvl="0" w:tplc="01F09BA2">
      <w:start w:val="770"/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BD791F"/>
    <w:multiLevelType w:val="hybridMultilevel"/>
    <w:tmpl w:val="EAEAA7A2"/>
    <w:lvl w:ilvl="0" w:tplc="703C3D6A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4F6952"/>
    <w:multiLevelType w:val="hybridMultilevel"/>
    <w:tmpl w:val="9A9E1F16"/>
    <w:lvl w:ilvl="0" w:tplc="703C3D6A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C72C73"/>
    <w:multiLevelType w:val="hybridMultilevel"/>
    <w:tmpl w:val="D16254A4"/>
    <w:lvl w:ilvl="0" w:tplc="703C3D6A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CE6577"/>
    <w:multiLevelType w:val="hybridMultilevel"/>
    <w:tmpl w:val="B3C03C0A"/>
    <w:lvl w:ilvl="0" w:tplc="703C3D6A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073188"/>
    <w:multiLevelType w:val="hybridMultilevel"/>
    <w:tmpl w:val="EA4AD924"/>
    <w:lvl w:ilvl="0" w:tplc="703C3D6A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020F8F"/>
    <w:multiLevelType w:val="hybridMultilevel"/>
    <w:tmpl w:val="59B60CBC"/>
    <w:lvl w:ilvl="0" w:tplc="55949AE2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04366F"/>
    <w:multiLevelType w:val="hybridMultilevel"/>
    <w:tmpl w:val="05748CDE"/>
    <w:lvl w:ilvl="0" w:tplc="703C3D6A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3E1670"/>
    <w:multiLevelType w:val="hybridMultilevel"/>
    <w:tmpl w:val="1B1C40EA"/>
    <w:lvl w:ilvl="0" w:tplc="703C3D6A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885CEF"/>
    <w:multiLevelType w:val="hybridMultilevel"/>
    <w:tmpl w:val="1C74DD0E"/>
    <w:lvl w:ilvl="0" w:tplc="703C3D6A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8F79A9"/>
    <w:multiLevelType w:val="hybridMultilevel"/>
    <w:tmpl w:val="199AA0FE"/>
    <w:lvl w:ilvl="0" w:tplc="703C3D6A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F4ADC"/>
    <w:multiLevelType w:val="hybridMultilevel"/>
    <w:tmpl w:val="6306531C"/>
    <w:lvl w:ilvl="0" w:tplc="703C3D6A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7322E0"/>
    <w:multiLevelType w:val="hybridMultilevel"/>
    <w:tmpl w:val="D95AC986"/>
    <w:lvl w:ilvl="0" w:tplc="6F9C399E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265AC3"/>
    <w:multiLevelType w:val="hybridMultilevel"/>
    <w:tmpl w:val="7646C0FA"/>
    <w:lvl w:ilvl="0" w:tplc="703C3D6A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EB67184"/>
    <w:multiLevelType w:val="hybridMultilevel"/>
    <w:tmpl w:val="32A0A7C8"/>
    <w:lvl w:ilvl="0" w:tplc="703C3D6A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7087694">
    <w:abstractNumId w:val="18"/>
  </w:num>
  <w:num w:numId="2" w16cid:durableId="51469157">
    <w:abstractNumId w:val="17"/>
  </w:num>
  <w:num w:numId="3" w16cid:durableId="1390571916">
    <w:abstractNumId w:val="8"/>
  </w:num>
  <w:num w:numId="4" w16cid:durableId="2005426370">
    <w:abstractNumId w:val="5"/>
  </w:num>
  <w:num w:numId="5" w16cid:durableId="2142728906">
    <w:abstractNumId w:val="13"/>
  </w:num>
  <w:num w:numId="6" w16cid:durableId="845292723">
    <w:abstractNumId w:val="11"/>
  </w:num>
  <w:num w:numId="7" w16cid:durableId="1422725460">
    <w:abstractNumId w:val="9"/>
  </w:num>
  <w:num w:numId="8" w16cid:durableId="584806782">
    <w:abstractNumId w:val="11"/>
  </w:num>
  <w:num w:numId="9" w16cid:durableId="1557089619">
    <w:abstractNumId w:val="0"/>
  </w:num>
  <w:num w:numId="10" w16cid:durableId="262609366">
    <w:abstractNumId w:val="11"/>
  </w:num>
  <w:num w:numId="11" w16cid:durableId="72893038">
    <w:abstractNumId w:val="21"/>
  </w:num>
  <w:num w:numId="12" w16cid:durableId="1555699875">
    <w:abstractNumId w:val="24"/>
  </w:num>
  <w:num w:numId="13" w16cid:durableId="1014916749">
    <w:abstractNumId w:val="20"/>
  </w:num>
  <w:num w:numId="14" w16cid:durableId="2141338771">
    <w:abstractNumId w:val="10"/>
  </w:num>
  <w:num w:numId="15" w16cid:durableId="2033457402">
    <w:abstractNumId w:val="22"/>
  </w:num>
  <w:num w:numId="16" w16cid:durableId="174076499">
    <w:abstractNumId w:val="30"/>
  </w:num>
  <w:num w:numId="17" w16cid:durableId="361052604">
    <w:abstractNumId w:val="33"/>
  </w:num>
  <w:num w:numId="18" w16cid:durableId="1131049227">
    <w:abstractNumId w:val="23"/>
  </w:num>
  <w:num w:numId="19" w16cid:durableId="858155308">
    <w:abstractNumId w:val="1"/>
  </w:num>
  <w:num w:numId="20" w16cid:durableId="1454059902">
    <w:abstractNumId w:val="3"/>
  </w:num>
  <w:num w:numId="21" w16cid:durableId="1418360672">
    <w:abstractNumId w:val="14"/>
  </w:num>
  <w:num w:numId="22" w16cid:durableId="1435007241">
    <w:abstractNumId w:val="19"/>
  </w:num>
  <w:num w:numId="23" w16cid:durableId="1911307220">
    <w:abstractNumId w:val="31"/>
  </w:num>
  <w:num w:numId="24" w16cid:durableId="4940286">
    <w:abstractNumId w:val="2"/>
  </w:num>
  <w:num w:numId="25" w16cid:durableId="601298297">
    <w:abstractNumId w:val="4"/>
  </w:num>
  <w:num w:numId="26" w16cid:durableId="451483430">
    <w:abstractNumId w:val="7"/>
  </w:num>
  <w:num w:numId="27" w16cid:durableId="373890962">
    <w:abstractNumId w:val="29"/>
  </w:num>
  <w:num w:numId="28" w16cid:durableId="818571313">
    <w:abstractNumId w:val="28"/>
  </w:num>
  <w:num w:numId="29" w16cid:durableId="361443125">
    <w:abstractNumId w:val="15"/>
  </w:num>
  <w:num w:numId="30" w16cid:durableId="1730379683">
    <w:abstractNumId w:val="27"/>
  </w:num>
  <w:num w:numId="31" w16cid:durableId="790318406">
    <w:abstractNumId w:val="12"/>
  </w:num>
  <w:num w:numId="32" w16cid:durableId="841358465">
    <w:abstractNumId w:val="16"/>
  </w:num>
  <w:num w:numId="33" w16cid:durableId="5601674">
    <w:abstractNumId w:val="32"/>
  </w:num>
  <w:num w:numId="34" w16cid:durableId="114952682">
    <w:abstractNumId w:val="6"/>
  </w:num>
  <w:num w:numId="35" w16cid:durableId="1817841086">
    <w:abstractNumId w:val="25"/>
  </w:num>
  <w:num w:numId="36" w16cid:durableId="1315985856">
    <w:abstractNumId w:val="26"/>
  </w:num>
  <w:num w:numId="37" w16cid:durableId="65949997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62CE4"/>
    <w:rsid w:val="0006784D"/>
    <w:rsid w:val="0009136B"/>
    <w:rsid w:val="000B6932"/>
    <w:rsid w:val="000C52FA"/>
    <w:rsid w:val="000F7A52"/>
    <w:rsid w:val="00103A0D"/>
    <w:rsid w:val="001441C6"/>
    <w:rsid w:val="001450AB"/>
    <w:rsid w:val="001620E3"/>
    <w:rsid w:val="00171DAE"/>
    <w:rsid w:val="00195A49"/>
    <w:rsid w:val="001D365F"/>
    <w:rsid w:val="001E6403"/>
    <w:rsid w:val="001F782F"/>
    <w:rsid w:val="002110A2"/>
    <w:rsid w:val="0023000E"/>
    <w:rsid w:val="002346C2"/>
    <w:rsid w:val="00264BCF"/>
    <w:rsid w:val="0028448D"/>
    <w:rsid w:val="002862D2"/>
    <w:rsid w:val="002B5D63"/>
    <w:rsid w:val="002F7EEA"/>
    <w:rsid w:val="00304518"/>
    <w:rsid w:val="003333BC"/>
    <w:rsid w:val="00344430"/>
    <w:rsid w:val="003524C7"/>
    <w:rsid w:val="00357812"/>
    <w:rsid w:val="00365710"/>
    <w:rsid w:val="00372E41"/>
    <w:rsid w:val="00372ECE"/>
    <w:rsid w:val="003D4BE3"/>
    <w:rsid w:val="0042302E"/>
    <w:rsid w:val="004272FC"/>
    <w:rsid w:val="00433C12"/>
    <w:rsid w:val="0044592F"/>
    <w:rsid w:val="00447EFC"/>
    <w:rsid w:val="004706FD"/>
    <w:rsid w:val="00474537"/>
    <w:rsid w:val="0048382E"/>
    <w:rsid w:val="004E6FBE"/>
    <w:rsid w:val="004F1A26"/>
    <w:rsid w:val="0050583E"/>
    <w:rsid w:val="005235FA"/>
    <w:rsid w:val="00525BAE"/>
    <w:rsid w:val="00530F9B"/>
    <w:rsid w:val="005315F1"/>
    <w:rsid w:val="00536743"/>
    <w:rsid w:val="00562E55"/>
    <w:rsid w:val="00572F5E"/>
    <w:rsid w:val="00584984"/>
    <w:rsid w:val="005C61B9"/>
    <w:rsid w:val="005E1169"/>
    <w:rsid w:val="006015C2"/>
    <w:rsid w:val="006040F5"/>
    <w:rsid w:val="00610639"/>
    <w:rsid w:val="00620C00"/>
    <w:rsid w:val="00665813"/>
    <w:rsid w:val="006B218C"/>
    <w:rsid w:val="006B29B1"/>
    <w:rsid w:val="006C14CB"/>
    <w:rsid w:val="006D044B"/>
    <w:rsid w:val="006D4FDF"/>
    <w:rsid w:val="006E5C4B"/>
    <w:rsid w:val="006F1812"/>
    <w:rsid w:val="006F6AB3"/>
    <w:rsid w:val="00710BB8"/>
    <w:rsid w:val="00727388"/>
    <w:rsid w:val="0073789C"/>
    <w:rsid w:val="00745AB1"/>
    <w:rsid w:val="0074712F"/>
    <w:rsid w:val="00757AC7"/>
    <w:rsid w:val="00782096"/>
    <w:rsid w:val="007B5BA3"/>
    <w:rsid w:val="007D5EC7"/>
    <w:rsid w:val="007E6E02"/>
    <w:rsid w:val="007E7665"/>
    <w:rsid w:val="007F4841"/>
    <w:rsid w:val="008014DD"/>
    <w:rsid w:val="0080323F"/>
    <w:rsid w:val="0080550B"/>
    <w:rsid w:val="00815F0E"/>
    <w:rsid w:val="00830828"/>
    <w:rsid w:val="00844BBC"/>
    <w:rsid w:val="008574C8"/>
    <w:rsid w:val="00867692"/>
    <w:rsid w:val="008804CB"/>
    <w:rsid w:val="008A2C0A"/>
    <w:rsid w:val="008B5587"/>
    <w:rsid w:val="008C2F88"/>
    <w:rsid w:val="00904071"/>
    <w:rsid w:val="009059BB"/>
    <w:rsid w:val="00906AA1"/>
    <w:rsid w:val="009212B6"/>
    <w:rsid w:val="00923354"/>
    <w:rsid w:val="00931A8A"/>
    <w:rsid w:val="0094047C"/>
    <w:rsid w:val="00942B09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216E2"/>
    <w:rsid w:val="00A33855"/>
    <w:rsid w:val="00A62A77"/>
    <w:rsid w:val="00A743FF"/>
    <w:rsid w:val="00A77128"/>
    <w:rsid w:val="00AC0741"/>
    <w:rsid w:val="00AC3F39"/>
    <w:rsid w:val="00AD05EC"/>
    <w:rsid w:val="00AD1706"/>
    <w:rsid w:val="00AF350C"/>
    <w:rsid w:val="00B406A9"/>
    <w:rsid w:val="00B540F6"/>
    <w:rsid w:val="00B7475F"/>
    <w:rsid w:val="00B93CD1"/>
    <w:rsid w:val="00BB0104"/>
    <w:rsid w:val="00BB2A5B"/>
    <w:rsid w:val="00BB7A1E"/>
    <w:rsid w:val="00BD14D8"/>
    <w:rsid w:val="00BF1E16"/>
    <w:rsid w:val="00C02E1C"/>
    <w:rsid w:val="00C055AD"/>
    <w:rsid w:val="00C203AE"/>
    <w:rsid w:val="00C233C1"/>
    <w:rsid w:val="00C25698"/>
    <w:rsid w:val="00C27DFF"/>
    <w:rsid w:val="00C32BBB"/>
    <w:rsid w:val="00C36C55"/>
    <w:rsid w:val="00C437EE"/>
    <w:rsid w:val="00C55FF9"/>
    <w:rsid w:val="00C86331"/>
    <w:rsid w:val="00C90E34"/>
    <w:rsid w:val="00C93402"/>
    <w:rsid w:val="00C939B1"/>
    <w:rsid w:val="00CB1475"/>
    <w:rsid w:val="00CC31A7"/>
    <w:rsid w:val="00CD5F4D"/>
    <w:rsid w:val="00CE7C2F"/>
    <w:rsid w:val="00D061A5"/>
    <w:rsid w:val="00D178ED"/>
    <w:rsid w:val="00D17F30"/>
    <w:rsid w:val="00D2119B"/>
    <w:rsid w:val="00D229AF"/>
    <w:rsid w:val="00D26FD9"/>
    <w:rsid w:val="00D440AE"/>
    <w:rsid w:val="00D62BDF"/>
    <w:rsid w:val="00D832BB"/>
    <w:rsid w:val="00D902A4"/>
    <w:rsid w:val="00DA3646"/>
    <w:rsid w:val="00DD2E16"/>
    <w:rsid w:val="00DE5C0B"/>
    <w:rsid w:val="00E07577"/>
    <w:rsid w:val="00E17A38"/>
    <w:rsid w:val="00E34CFE"/>
    <w:rsid w:val="00E36C49"/>
    <w:rsid w:val="00E42389"/>
    <w:rsid w:val="00E5632D"/>
    <w:rsid w:val="00E654AE"/>
    <w:rsid w:val="00E920F6"/>
    <w:rsid w:val="00E94BE3"/>
    <w:rsid w:val="00EA01C8"/>
    <w:rsid w:val="00EB33B9"/>
    <w:rsid w:val="00EC29FF"/>
    <w:rsid w:val="00ED24CF"/>
    <w:rsid w:val="00ED5885"/>
    <w:rsid w:val="00EF73E5"/>
    <w:rsid w:val="00F26717"/>
    <w:rsid w:val="00F50F65"/>
    <w:rsid w:val="00F53758"/>
    <w:rsid w:val="00F60A08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816129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C0926-BFED-4635-A3BF-94BCA9A7D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2</TotalTime>
  <Pages>12</Pages>
  <Words>2960</Words>
  <Characters>16793</Characters>
  <Application>Microsoft Office Word</Application>
  <DocSecurity>0</DocSecurity>
  <Lines>139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19714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4</cp:revision>
  <cp:lastPrinted>2013-11-14T13:48:00Z</cp:lastPrinted>
  <dcterms:created xsi:type="dcterms:W3CDTF">2026-01-08T13:38:00Z</dcterms:created>
  <dcterms:modified xsi:type="dcterms:W3CDTF">2026-01-08T13:39:00Z</dcterms:modified>
</cp:coreProperties>
</file>